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7086D909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 k veřejné zakázce s</w:t>
      </w:r>
      <w:r w:rsidR="006509B5">
        <w:rPr>
          <w:b/>
          <w:color w:val="FF5200" w:themeColor="accent2"/>
          <w:sz w:val="36"/>
          <w:szCs w:val="36"/>
        </w:rPr>
        <w:t> </w:t>
      </w:r>
      <w:r w:rsidRPr="00104FA5">
        <w:rPr>
          <w:b/>
          <w:color w:val="FF5200" w:themeColor="accent2"/>
          <w:sz w:val="36"/>
          <w:szCs w:val="36"/>
        </w:rPr>
        <w:t>názvem</w:t>
      </w:r>
      <w:r w:rsidR="006509B5">
        <w:rPr>
          <w:b/>
          <w:color w:val="FF5200" w:themeColor="accent2"/>
          <w:sz w:val="36"/>
          <w:szCs w:val="36"/>
        </w:rPr>
        <w:t xml:space="preserve"> </w:t>
      </w:r>
      <w:r w:rsidRPr="00104FA5">
        <w:rPr>
          <w:b/>
          <w:color w:val="FF5200" w:themeColor="accent2"/>
          <w:sz w:val="36"/>
          <w:szCs w:val="36"/>
        </w:rPr>
        <w:t>„</w:t>
      </w:r>
      <w:r w:rsidR="00104FA5" w:rsidRPr="00104FA5">
        <w:rPr>
          <w:b/>
          <w:color w:val="FF5200" w:themeColor="accent2"/>
          <w:sz w:val="36"/>
          <w:szCs w:val="36"/>
        </w:rPr>
        <w:t>Výstavba nových fotovoltaických zdrojů v lokalitě Vimperk– remíza, technologická budova, výpravní budova</w:t>
      </w:r>
      <w:r w:rsidRPr="00104FA5">
        <w:rPr>
          <w:b/>
          <w:color w:val="FF5200" w:themeColor="accent2"/>
          <w:sz w:val="36"/>
          <w:szCs w:val="36"/>
        </w:rPr>
        <w:t>“</w:t>
      </w:r>
      <w:r w:rsidRPr="00B87D91">
        <w:rPr>
          <w:b/>
          <w:color w:val="FF5200" w:themeColor="accent2"/>
          <w:sz w:val="36"/>
          <w:szCs w:val="36"/>
        </w:rPr>
        <w:t xml:space="preserve"> vedené pod </w:t>
      </w:r>
      <w:r w:rsidRPr="00104FA5">
        <w:rPr>
          <w:rFonts w:eastAsia="Times New Roman" w:cs="Times New Roman"/>
          <w:b/>
          <w:color w:val="FF5200" w:themeColor="accent2"/>
          <w:sz w:val="36"/>
          <w:szCs w:val="36"/>
          <w:highlight w:val="green"/>
          <w:lang w:eastAsia="cs-CZ"/>
        </w:rPr>
        <w:t>č.j. (č.j. dokumentu Výzvy k podání nabídky</w:t>
      </w:r>
      <w:r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699D474C" w14:textId="7A5D685D" w:rsidR="00072640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08819887" w:history="1">
            <w:r w:rsidR="00072640" w:rsidRPr="003B1ABC">
              <w:rPr>
                <w:rStyle w:val="Hypertextovodkaz"/>
              </w:rPr>
              <w:t>Kapitola č. 1 Všeobecné informace o dodavateli</w:t>
            </w:r>
            <w:r w:rsidR="00072640">
              <w:rPr>
                <w:noProof/>
                <w:webHidden/>
              </w:rPr>
              <w:tab/>
            </w:r>
            <w:r w:rsidR="00072640">
              <w:rPr>
                <w:noProof/>
                <w:webHidden/>
              </w:rPr>
              <w:fldChar w:fldCharType="begin"/>
            </w:r>
            <w:r w:rsidR="00072640">
              <w:rPr>
                <w:noProof/>
                <w:webHidden/>
              </w:rPr>
              <w:instrText xml:space="preserve"> PAGEREF _Toc208819887 \h </w:instrText>
            </w:r>
            <w:r w:rsidR="00072640">
              <w:rPr>
                <w:noProof/>
                <w:webHidden/>
              </w:rPr>
            </w:r>
            <w:r w:rsidR="00072640">
              <w:rPr>
                <w:noProof/>
                <w:webHidden/>
              </w:rPr>
              <w:fldChar w:fldCharType="separate"/>
            </w:r>
            <w:r w:rsidR="00072640">
              <w:rPr>
                <w:noProof/>
                <w:webHidden/>
              </w:rPr>
              <w:t>2</w:t>
            </w:r>
            <w:r w:rsidR="00072640">
              <w:rPr>
                <w:noProof/>
                <w:webHidden/>
              </w:rPr>
              <w:fldChar w:fldCharType="end"/>
            </w:r>
          </w:hyperlink>
        </w:p>
        <w:p w14:paraId="51C50C0B" w14:textId="14AB35A0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88" w:history="1">
            <w:r w:rsidRPr="003B1ABC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BEF3F" w14:textId="167E46EE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89" w:history="1">
            <w:r w:rsidRPr="003B1ABC">
              <w:rPr>
                <w:rStyle w:val="Hypertextovodkaz"/>
              </w:rPr>
              <w:t>Kapitola č. 3 Čestné prohlášení o splnění podmínek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5F0EB" w14:textId="453E550D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0" w:history="1">
            <w:r w:rsidRPr="003B1ABC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B84794" w14:textId="6F2BC29A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1" w:history="1">
            <w:r w:rsidRPr="003B1ABC">
              <w:rPr>
                <w:rStyle w:val="Hypertextovodkaz"/>
              </w:rPr>
              <w:t>kapitola č. 6 Čestné prohlášení ke splnění ekonomické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EDB4B" w14:textId="27B570BD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2" w:history="1">
            <w:r w:rsidRPr="003B1ABC">
              <w:rPr>
                <w:rStyle w:val="Hypertextovodkaz"/>
              </w:rPr>
              <w:t>Kapitola č. 7 Seznam stavebních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FC6FB" w14:textId="4693EE3E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3" w:history="1">
            <w:r w:rsidRPr="003B1ABC">
              <w:rPr>
                <w:rStyle w:val="Hypertextovodkaz"/>
              </w:rPr>
              <w:t>Kapitola č. 8 Seznam odborného personálu dodavatele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1530A" w14:textId="6CB04698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4" w:history="1">
            <w:r w:rsidRPr="003B1ABC">
              <w:rPr>
                <w:rStyle w:val="Hypertextovodkaz"/>
              </w:rPr>
              <w:t>Kapitola č. 9 Vzor profesního životopisu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B87E5" w14:textId="7A14897B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5" w:history="1">
            <w:r w:rsidRPr="003B1ABC">
              <w:rPr>
                <w:rStyle w:val="Hypertextovodkaz"/>
              </w:rPr>
              <w:t>Kapitola č. 10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0906D3" w14:textId="56BFE4D7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6" w:history="1">
            <w:r w:rsidRPr="003B1ABC">
              <w:rPr>
                <w:rStyle w:val="Hypertextovodkaz"/>
              </w:rPr>
              <w:t>Kapitola č. 11 Informace o tom, zda budou na staveništi působit zaměstnanci více než jednoho zhotovitele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7B40E" w14:textId="0EE37440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7" w:history="1">
            <w:r w:rsidRPr="003B1ABC">
              <w:rPr>
                <w:rStyle w:val="Hypertextovodkaz"/>
              </w:rPr>
              <w:t>Kapitola č. 12 Přehled technických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34A0A" w14:textId="6DF2BF26" w:rsidR="00072640" w:rsidRDefault="0007264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8819898" w:history="1">
            <w:r w:rsidRPr="003B1ABC">
              <w:rPr>
                <w:rStyle w:val="Hypertextovodkaz"/>
              </w:rPr>
              <w:t>Kapitola č. 13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_Toc208819898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6BC5789F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08819887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5E7360B2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4CA276D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4F57C05F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08819888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36722D63" w:rsidR="00066766" w:rsidRDefault="00066766" w:rsidP="00EF4E96">
      <w:pPr>
        <w:pStyle w:val="Nadpisbezsl1-1"/>
        <w:jc w:val="both"/>
      </w:pPr>
      <w:bookmarkStart w:id="6" w:name="_Toc208819889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>Čestné prohlášení o splnění podmínek 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4FA137EF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76EBA642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08819890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9563B65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  <w:r w:rsidRPr="00454716">
              <w:rPr>
                <w:sz w:val="16"/>
                <w:szCs w:val="16"/>
              </w:rPr>
              <w:t>(označené dle čísel a názvů jednotlivých SO a PS, případně jiným vhodným způsobem, nelze-li označit dle SO a PS)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61358968" w14:textId="15856A5F" w:rsidR="00D6532E" w:rsidRPr="006564BB" w:rsidRDefault="00D6532E" w:rsidP="00EF4E96">
      <w:pPr>
        <w:pStyle w:val="Nadpisbezsl1-1"/>
        <w:jc w:val="both"/>
      </w:pPr>
      <w:bookmarkStart w:id="8" w:name="_Toc208819891"/>
      <w:r>
        <w:lastRenderedPageBreak/>
        <w:t xml:space="preserve">kapitola č. </w:t>
      </w:r>
      <w:r w:rsidR="00D84A9C">
        <w:t xml:space="preserve">5 </w:t>
      </w:r>
      <w:r w:rsidRPr="006564BB">
        <w:t xml:space="preserve">Čestné prohlášení </w:t>
      </w:r>
      <w:r w:rsidRPr="003D5D3E">
        <w:t>ke splnění ekonomické kvalifikace</w:t>
      </w:r>
      <w:r>
        <w:rPr>
          <w:rStyle w:val="Znakapoznpodarou"/>
        </w:rPr>
        <w:footnoteReference w:id="4"/>
      </w:r>
      <w:bookmarkEnd w:id="8"/>
    </w:p>
    <w:p w14:paraId="57985A11" w14:textId="545B5C87" w:rsidR="00D6532E" w:rsidRPr="006564BB" w:rsidRDefault="00D6532E" w:rsidP="00EF4E96">
      <w:pPr>
        <w:pStyle w:val="Textbezslovn"/>
      </w:pPr>
      <w:r w:rsidRPr="00EF4E96">
        <w:rPr>
          <w:b/>
          <w:bCs/>
        </w:rPr>
        <w:t>Dodavatel tímto čestně prohlašuje</w:t>
      </w:r>
      <w:r w:rsidRPr="006564BB">
        <w:t xml:space="preserve">, že v posledních 3 uzavřených účetních obdobích dosáhl </w:t>
      </w:r>
      <w:r w:rsidR="0008302F">
        <w:t>on</w:t>
      </w:r>
      <w:r w:rsidR="00124545">
        <w:t xml:space="preserve">, </w:t>
      </w:r>
      <w:r w:rsidR="00044E22">
        <w:t>případn</w:t>
      </w:r>
      <w:r w:rsidR="00150AB6">
        <w:t>ě dodavatel, s nímž podává nabídku společně v rámci společnosti/sdružení</w:t>
      </w:r>
      <w:r w:rsidR="00310AC9">
        <w:t xml:space="preserve">, nebo jiná osoba </w:t>
      </w:r>
      <w:r w:rsidRPr="006564BB">
        <w:t>následujícího ročního obratu ve smyslu § 78 odst. 1 zákona č. 134/2016 Sb., o zadávání veřejných zakázek, ve znění pozdějších předpisů (dále jen „</w:t>
      </w:r>
      <w:r w:rsidRPr="006564BB">
        <w:rPr>
          <w:b/>
        </w:rPr>
        <w:t>Roční obrat</w:t>
      </w:r>
      <w:r w:rsidRPr="006564BB">
        <w:t>“):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9"/>
        <w:gridCol w:w="1825"/>
        <w:gridCol w:w="1825"/>
        <w:gridCol w:w="1823"/>
      </w:tblGrid>
      <w:tr w:rsidR="00D6532E" w:rsidRPr="006564BB" w14:paraId="2D19DD21" w14:textId="77777777" w:rsidTr="00EF4E96">
        <w:trPr>
          <w:jc w:val="center"/>
        </w:trPr>
        <w:tc>
          <w:tcPr>
            <w:tcW w:w="184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41012A1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790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0EDA4FB8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101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3B0D22A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1F61A90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Účetní období</w:t>
            </w:r>
          </w:p>
          <w:p w14:paraId="5965AFE5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</w:rPr>
              <w:t>]</w:t>
            </w:r>
          </w:p>
        </w:tc>
      </w:tr>
      <w:tr w:rsidR="00D6532E" w:rsidRPr="006564BB" w14:paraId="07DD3EAF" w14:textId="77777777" w:rsidTr="00EF4E96">
        <w:trPr>
          <w:jc w:val="center"/>
        </w:trPr>
        <w:tc>
          <w:tcPr>
            <w:tcW w:w="184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450BE9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7E6CA13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BE33256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2.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60EFBC4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3.</w:t>
            </w:r>
          </w:p>
        </w:tc>
      </w:tr>
      <w:tr w:rsidR="00D6532E" w:rsidRPr="006564BB" w14:paraId="23B716D6" w14:textId="77777777" w:rsidTr="00EF4E96">
        <w:trPr>
          <w:jc w:val="center"/>
        </w:trPr>
        <w:tc>
          <w:tcPr>
            <w:tcW w:w="184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BA870E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  <w:b/>
              </w:rPr>
            </w:pPr>
            <w:r w:rsidRPr="006564BB">
              <w:rPr>
                <w:rFonts w:ascii="Verdana" w:hAnsi="Verdana" w:cstheme="minorHAnsi"/>
                <w:b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08DE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8592288"/>
                <w:placeholder>
                  <w:docPart w:val="01D830D3C3604A0B9D4622A9B238A101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EBE4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305627117"/>
                <w:placeholder>
                  <w:docPart w:val="5E4CB930CAB544B99C6DA5A6DE116FB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0248FE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2093736780"/>
                <w:placeholder>
                  <w:docPart w:val="E8814A8204CB4E2B96C63DE241CC1963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5D057CF5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F3CC0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Roční obrat (v EUR)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3DC1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860342032"/>
                <w:placeholder>
                  <w:docPart w:val="F0223890D67348F8B755B163E8331B6C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FAF1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543900368"/>
                <w:placeholder>
                  <w:docPart w:val="44A40BE0B0BE4E9C80629C011E10C9AF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C8C39F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487680408"/>
                <w:placeholder>
                  <w:docPart w:val="BDD92709007940F984FD98E15939C866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  <w:tr w:rsidR="00D6532E" w:rsidRPr="006564BB" w14:paraId="6ACBE6DB" w14:textId="77777777" w:rsidTr="00EF4E96">
        <w:trPr>
          <w:jc w:val="center"/>
        </w:trPr>
        <w:tc>
          <w:tcPr>
            <w:tcW w:w="1844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697A6CF" w14:textId="77777777" w:rsidR="00D6532E" w:rsidRPr="006564BB" w:rsidRDefault="00D6532E" w:rsidP="00EF4E96">
            <w:pPr>
              <w:jc w:val="both"/>
              <w:rPr>
                <w:rFonts w:ascii="Verdana" w:hAnsi="Verdana" w:cstheme="minorHAnsi"/>
              </w:rPr>
            </w:pPr>
            <w:r w:rsidRPr="006564BB">
              <w:rPr>
                <w:rFonts w:ascii="Verdana" w:hAnsi="Verdana" w:cstheme="minorHAnsi"/>
              </w:rPr>
              <w:t>Použitý směnný kurz na EUR</w:t>
            </w:r>
            <w:r w:rsidRPr="006564BB">
              <w:rPr>
                <w:rStyle w:val="Znakapoznpodarou"/>
                <w:rFonts w:ascii="Verdana" w:hAnsi="Verdana" w:cstheme="minorHAnsi"/>
              </w:rPr>
              <w:footnoteReference w:id="6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E72AF0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1492872046"/>
                <w:placeholder>
                  <w:docPart w:val="345634E01B6044FE81FD94811BFA95D8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9672DED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433820648"/>
                <w:placeholder>
                  <w:docPart w:val="1EC13502801345FE90F79E76AE8A4B02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659B6EF" w14:textId="77777777" w:rsidR="00D6532E" w:rsidRPr="006564BB" w:rsidRDefault="006509B5" w:rsidP="00EF4E96">
            <w:pPr>
              <w:jc w:val="both"/>
              <w:rPr>
                <w:rFonts w:ascii="Verdana" w:hAnsi="Verdana" w:cstheme="minorHAnsi"/>
                <w:b/>
              </w:rPr>
            </w:pPr>
            <w:sdt>
              <w:sdtPr>
                <w:rPr>
                  <w:rFonts w:ascii="Verdana" w:hAnsi="Verdana" w:cstheme="minorHAnsi"/>
                </w:rPr>
                <w:id w:val="-2116513298"/>
                <w:placeholder>
                  <w:docPart w:val="6ACE2DA58E754C649A53C259DCF7777E"/>
                </w:placeholder>
                <w:showingPlcHdr/>
              </w:sdtPr>
              <w:sdtEndPr/>
              <w:sdtContent>
                <w:r w:rsidR="00D6532E" w:rsidRPr="006564BB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sdtContent>
            </w:sdt>
          </w:p>
        </w:tc>
      </w:tr>
    </w:tbl>
    <w:p w14:paraId="34C9ABE6" w14:textId="77777777" w:rsidR="00E51D21" w:rsidRDefault="00E51D21" w:rsidP="00EF4E96">
      <w:pPr>
        <w:pStyle w:val="Zkladntextodsazen"/>
        <w:jc w:val="both"/>
        <w:rPr>
          <w:rFonts w:ascii="Verdana" w:hAnsi="Verdana" w:cstheme="minorHAnsi"/>
          <w:b/>
          <w:bCs/>
        </w:rPr>
      </w:pPr>
    </w:p>
    <w:p w14:paraId="44AF0E1B" w14:textId="4BF6A1A6" w:rsidR="00D6532E" w:rsidRPr="006564BB" w:rsidRDefault="00D6532E" w:rsidP="00EF4E96">
      <w:pPr>
        <w:pStyle w:val="Zkladntextodsazen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</w:rPr>
        <w:t xml:space="preserve">Roční obrat odpovídá </w:t>
      </w:r>
      <w:r w:rsidRPr="006564BB">
        <w:rPr>
          <w:rFonts w:ascii="Verdana" w:hAnsi="Verdana" w:cstheme="minorHAnsi"/>
          <w:highlight w:val="yellow"/>
        </w:rPr>
        <w:t>[DODAVATEL UPRAVÍ DLE POTŘEBY]</w:t>
      </w:r>
    </w:p>
    <w:p w14:paraId="0CC19B7E" w14:textId="77777777" w:rsidR="00D6532E" w:rsidRPr="006564BB" w:rsidRDefault="00D6532E" w:rsidP="00C52A6F">
      <w:pPr>
        <w:pStyle w:val="Zkladntextodsazen"/>
        <w:numPr>
          <w:ilvl w:val="0"/>
          <w:numId w:val="23"/>
        </w:numPr>
        <w:spacing w:after="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obratu dosaženému za účetní období dle § 3 odst. 2</w:t>
      </w:r>
      <w:r w:rsidRPr="006564BB">
        <w:rPr>
          <w:rFonts w:ascii="Verdana" w:hAnsi="Verdana" w:cstheme="minorHAnsi"/>
        </w:rPr>
        <w:t xml:space="preserve"> zákona č. 563/1991 Sb., o účetnictví, neboť účetním obdobím bylo 12 bezprostředně po sobě jdoucích měsíců;</w:t>
      </w:r>
    </w:p>
    <w:p w14:paraId="7A76E49F" w14:textId="77777777" w:rsidR="00D6532E" w:rsidRPr="006564BB" w:rsidRDefault="00D6532E" w:rsidP="00C52A6F">
      <w:pPr>
        <w:numPr>
          <w:ilvl w:val="0"/>
          <w:numId w:val="23"/>
        </w:numPr>
        <w:spacing w:after="120" w:line="240" w:lineRule="auto"/>
        <w:jc w:val="both"/>
        <w:rPr>
          <w:rFonts w:ascii="Verdana" w:hAnsi="Verdana" w:cstheme="minorHAnsi"/>
        </w:rPr>
      </w:pPr>
      <w:r w:rsidRPr="006564BB">
        <w:rPr>
          <w:rFonts w:ascii="Verdana" w:hAnsi="Verdana" w:cstheme="minorHAnsi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</w:rPr>
        <w:t xml:space="preserve"> </w:t>
      </w:r>
      <w:r w:rsidRPr="006564BB">
        <w:rPr>
          <w:rFonts w:ascii="Verdana" w:hAnsi="Verdana" w:cstheme="minorHAnsi"/>
          <w:b/>
        </w:rPr>
        <w:t>úhrnu čistého obratu ve smyslu § 1d odst. 2</w:t>
      </w:r>
      <w:r w:rsidRPr="006564BB">
        <w:rPr>
          <w:rFonts w:ascii="Verdana" w:hAnsi="Verdana" w:cstheme="minorHAnsi"/>
        </w:rPr>
        <w:t xml:space="preserve"> zákona č. 563/1991 Sb., o účetnictví, neboť účetní období bylo kratší nebo delší než 12 bezprostředně po sobě jdoucích měsíců.</w:t>
      </w: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17275FB3" w:rsidR="0035531B" w:rsidRDefault="00BE7668" w:rsidP="00EF4E96">
      <w:pPr>
        <w:pStyle w:val="Nadpisbezsl1-1"/>
        <w:jc w:val="both"/>
      </w:pPr>
      <w:bookmarkStart w:id="9" w:name="_Toc208819892"/>
      <w:r>
        <w:lastRenderedPageBreak/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ED1816" w:rsidRPr="00ED1816">
        <w:t>Seznam stavebních prací</w:t>
      </w:r>
      <w:bookmarkEnd w:id="9"/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14:paraId="3B8E3480" w14:textId="77777777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7CD33B12" w14:textId="77777777" w:rsidR="00DD63D8" w:rsidRPr="00AD792A" w:rsidRDefault="00DD63D8" w:rsidP="00EF4E96">
            <w:pPr>
              <w:jc w:val="both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Název zakázky/ stavební práce</w:t>
            </w:r>
            <w:r w:rsidRPr="00AD792A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4E8E18C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14:paraId="3C58574A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Předmět plnění (popis věcného rozsahu stavebních prací 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14:paraId="3FB0CB70" w14:textId="77777777" w:rsidR="009560DD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792A">
              <w:rPr>
                <w:b/>
              </w:rPr>
              <w:t>Termín plnění dle smlouvy a doba dokončení stavebních prací (</w:t>
            </w:r>
            <w:r w:rsidR="009560DD">
              <w:rPr>
                <w:b/>
              </w:rPr>
              <w:t>den/</w:t>
            </w:r>
            <w:r w:rsidRPr="00AD792A">
              <w:rPr>
                <w:b/>
              </w:rPr>
              <w:t>měsíc/</w:t>
            </w:r>
          </w:p>
          <w:p w14:paraId="24198E0C" w14:textId="773B797E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rok)</w:t>
            </w:r>
          </w:p>
        </w:tc>
        <w:tc>
          <w:tcPr>
            <w:tcW w:w="1276" w:type="dxa"/>
          </w:tcPr>
          <w:p w14:paraId="036B25E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14:paraId="4098A8BD" w14:textId="77777777" w:rsidR="00DD63D8" w:rsidRPr="00AD792A" w:rsidRDefault="007F0310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="00DD63D8" w:rsidRPr="00AD792A">
              <w:rPr>
                <w:b/>
              </w:rPr>
              <w:t xml:space="preserve"> stavebních prací</w:t>
            </w:r>
            <w:r>
              <w:rPr>
                <w:b/>
              </w:rPr>
              <w:t xml:space="preserve"> </w:t>
            </w:r>
            <w:r w:rsidRPr="00FF1BC8">
              <w:rPr>
                <w:b/>
              </w:rPr>
              <w:t xml:space="preserve">požadovaných v čl. 8.4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="00DD63D8" w:rsidRPr="00AD792A">
              <w:rPr>
                <w:b/>
              </w:rPr>
              <w:t xml:space="preserve">, které dodavatel poskytl** za posledních </w:t>
            </w:r>
            <w:r w:rsidR="00DD63D8" w:rsidRPr="00E22C30">
              <w:rPr>
                <w:b/>
                <w:highlight w:val="green"/>
              </w:rPr>
              <w:t>5</w:t>
            </w:r>
            <w:r w:rsidR="00DD63D8" w:rsidRPr="00AD792A">
              <w:rPr>
                <w:b/>
              </w:rPr>
              <w:t xml:space="preserve"> let v Kč***</w:t>
            </w:r>
            <w:r w:rsidR="00DD63D8">
              <w:rPr>
                <w:b/>
              </w:rPr>
              <w:t xml:space="preserve"> </w:t>
            </w:r>
            <w:r w:rsidR="00DD63D8" w:rsidRPr="00AD792A">
              <w:rPr>
                <w:b/>
              </w:rPr>
              <w:t>bez DPH</w:t>
            </w:r>
          </w:p>
        </w:tc>
      </w:tr>
      <w:tr w:rsidR="00DD63D8" w:rsidRPr="00454716" w14:paraId="5ECDFBE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5980E42C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0BE456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E78421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8CAB33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D908F8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DE28BF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48DE37A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1F45C8ED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39F72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71CC535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A5E9DA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66092157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750FBF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8178C0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1008BE42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A77A83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1B7E2A31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225613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F0F0C1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F4EAB88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1AF14AAC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0A629EC4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471729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0F46A75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48F425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6F12694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C61B1D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6697B55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35CA64BA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0870EE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4853C43B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09BDF21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06CBCAB6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32C53CD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453440C" w14:textId="77777777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14:paraId="6514AA96" w14:textId="77777777" w:rsidR="00DD63D8" w:rsidRPr="00454716" w:rsidRDefault="00DD63D8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64E1307B" w14:textId="77777777" w:rsidR="00DD63D8" w:rsidRPr="00454716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14:paraId="2E0DBF6B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0753274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0B1D6A08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027958E0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22A1289" w14:textId="3716707C" w:rsidR="0035531B" w:rsidRDefault="0035531B" w:rsidP="00C52A6F">
      <w:pPr>
        <w:pStyle w:val="Textbezslovn"/>
      </w:pPr>
      <w:r w:rsidRPr="00AD792A">
        <w:rPr>
          <w:b/>
        </w:rPr>
        <w:t>*</w:t>
      </w:r>
      <w:r w:rsidR="00AD792A">
        <w:t xml:space="preserve"> </w:t>
      </w:r>
      <w:r>
        <w:t xml:space="preserve">V příslušném sloupci </w:t>
      </w:r>
      <w:r w:rsidR="00641082">
        <w:t xml:space="preserve">Dodavatel </w:t>
      </w:r>
      <w:r w:rsidR="00BC6D2B">
        <w:t>k </w:t>
      </w:r>
      <w:r>
        <w:t>jednotlivým zakázkám doplní:</w:t>
      </w:r>
    </w:p>
    <w:p w14:paraId="1315EBA4" w14:textId="1B7CDDE2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 xml:space="preserve">pokud předmět zakázky realizoval jako </w:t>
      </w:r>
      <w:r w:rsidR="00641082">
        <w:t>Dodava</w:t>
      </w:r>
      <w:r>
        <w:t>tel samostatně, nebo</w:t>
      </w:r>
    </w:p>
    <w:p w14:paraId="4AFDA54E" w14:textId="77777777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14:paraId="7FBB7A0C" w14:textId="77777777" w:rsidR="0035531B" w:rsidRDefault="0035531B" w:rsidP="00C52A6F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14:paraId="564620F5" w14:textId="77777777" w:rsidR="0035531B" w:rsidRDefault="0035531B" w:rsidP="00C52A6F">
      <w:pPr>
        <w:pStyle w:val="Textbezslovn"/>
      </w:pPr>
      <w:r w:rsidRPr="00AD792A">
        <w:rPr>
          <w:b/>
        </w:rPr>
        <w:t>**</w:t>
      </w:r>
      <w:r w:rsidR="00AD792A">
        <w:t xml:space="preserve"> </w:t>
      </w:r>
      <w:r>
        <w:t>Dodavatel může použít</w:t>
      </w:r>
      <w:r w:rsidR="00BC6D2B">
        <w:t xml:space="preserve"> k </w:t>
      </w:r>
      <w:r>
        <w:t xml:space="preserve">prokázání splnění kritéria kvalifikace týkajícího se požadavku na předložení seznamu referenčních zakázek </w:t>
      </w:r>
      <w:r w:rsidR="007D4F89">
        <w:t xml:space="preserve">či osvědčení </w:t>
      </w:r>
      <w:r>
        <w:t>i takové stavební práce, které poskytl:</w:t>
      </w:r>
    </w:p>
    <w:p w14:paraId="5B6B47EB" w14:textId="77777777" w:rsidR="0035531B" w:rsidRDefault="0035531B" w:rsidP="00C52A6F">
      <w:pPr>
        <w:pStyle w:val="Odstavec1-1a"/>
        <w:numPr>
          <w:ilvl w:val="0"/>
          <w:numId w:val="13"/>
        </w:numPr>
      </w:pPr>
      <w:r>
        <w:t>společně</w:t>
      </w:r>
      <w:r w:rsidR="00845C50">
        <w:t xml:space="preserve"> s </w:t>
      </w:r>
      <w:r>
        <w:t>jinými dodavateli,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>jakém se na plnění zakázky podílel, nebo</w:t>
      </w:r>
    </w:p>
    <w:p w14:paraId="3DB2F84F" w14:textId="77777777" w:rsidR="0035531B" w:rsidRDefault="0035531B" w:rsidP="00C52A6F">
      <w:pPr>
        <w:pStyle w:val="Odstavec1-1a"/>
      </w:pPr>
      <w:r>
        <w:t>jako poddodavatel,</w:t>
      </w:r>
      <w:r w:rsidR="00845C50">
        <w:t xml:space="preserve"> a </w:t>
      </w:r>
      <w:r>
        <w:t>to</w:t>
      </w:r>
      <w:r w:rsidR="00092CC9">
        <w:t xml:space="preserve"> v </w:t>
      </w:r>
      <w:r>
        <w:t>rozsahu,</w:t>
      </w:r>
      <w:r w:rsidR="00092CC9">
        <w:t xml:space="preserve"> v </w:t>
      </w:r>
      <w:r>
        <w:t xml:space="preserve">jakém se na plnění zakázky podílel. </w:t>
      </w:r>
    </w:p>
    <w:p w14:paraId="15ECC4CB" w14:textId="77777777" w:rsidR="00F7192A" w:rsidRDefault="00F7192A" w:rsidP="00C52A6F">
      <w:pPr>
        <w:pStyle w:val="Odstavec1-1a"/>
        <w:numPr>
          <w:ilvl w:val="0"/>
          <w:numId w:val="0"/>
        </w:numPr>
        <w:ind w:left="737"/>
      </w:pPr>
      <w:r>
        <w:t>Oba výše uvedené body se týkají jak celkové hodnoty referenčních zakázek, tak i jejich dílčích hodnot (v cenových i případně necenových jednotkách, jsou-li takové požadovány).</w:t>
      </w:r>
    </w:p>
    <w:p w14:paraId="240134B2" w14:textId="6A14D572" w:rsidR="0035531B" w:rsidRDefault="0035531B" w:rsidP="00C52A6F">
      <w:pPr>
        <w:pStyle w:val="Textbezslovn"/>
      </w:pPr>
      <w:r w:rsidRPr="37140D8B">
        <w:rPr>
          <w:b/>
          <w:bCs/>
        </w:rPr>
        <w:t>***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 xml:space="preserve">cizí měně </w:t>
      </w:r>
      <w:r w:rsidR="00641082">
        <w:t>Dodava</w:t>
      </w:r>
      <w:r>
        <w:t>tel uvede ekvivalent ceny</w:t>
      </w:r>
      <w:r w:rsidR="00092CC9">
        <w:t xml:space="preserve"> v </w:t>
      </w:r>
      <w:r>
        <w:t>Kč</w:t>
      </w:r>
      <w:r w:rsidR="0A1339A7">
        <w:t xml:space="preserve"> podle pravidel uvedených v čl. 8.1 Výzvy</w:t>
      </w:r>
      <w:r>
        <w:t xml:space="preserve">. </w:t>
      </w:r>
    </w:p>
    <w:p w14:paraId="5D4F4C28" w14:textId="77777777" w:rsidR="0035531B" w:rsidRDefault="0035531B" w:rsidP="00C52A6F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 w:rsidR="00B61530">
        <w:rPr>
          <w:b/>
        </w:rPr>
        <w:t xml:space="preserve"> </w:t>
      </w:r>
      <w:r>
        <w:t>osvědčení objednatelů</w:t>
      </w:r>
      <w:r w:rsidR="00092CC9">
        <w:t xml:space="preserve"> o </w:t>
      </w:r>
      <w:r>
        <w:t>řádném plnění stavebních prací uvedených</w:t>
      </w:r>
      <w:r w:rsidR="00092CC9">
        <w:t xml:space="preserve"> v </w:t>
      </w:r>
      <w:r>
        <w:t>tomto seznamu</w:t>
      </w: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0096168D" w:rsidR="0035531B" w:rsidRDefault="00BE7668" w:rsidP="00EF4E96">
      <w:pPr>
        <w:pStyle w:val="Nadpisbezsl1-1"/>
        <w:jc w:val="both"/>
      </w:pPr>
      <w:bookmarkStart w:id="10" w:name="_Toc208819893"/>
      <w:r>
        <w:lastRenderedPageBreak/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ED1816" w:rsidRPr="00ED1816">
        <w:t>Seznam odborného personálu dodavatele</w:t>
      </w:r>
      <w:bookmarkEnd w:id="10"/>
    </w:p>
    <w:tbl>
      <w:tblPr>
        <w:tblStyle w:val="Mkatabulky"/>
        <w:tblW w:w="4678" w:type="dxa"/>
        <w:tblLayout w:type="fixed"/>
        <w:tblLook w:val="04E0" w:firstRow="1" w:lastRow="1" w:firstColumn="1" w:lastColumn="0" w:noHBand="0" w:noVBand="1"/>
      </w:tblPr>
      <w:tblGrid>
        <w:gridCol w:w="2410"/>
        <w:gridCol w:w="2268"/>
      </w:tblGrid>
      <w:tr w:rsidR="008B4003" w:rsidRPr="00EE3C5F" w14:paraId="3BC61869" w14:textId="77777777" w:rsidTr="008B4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0177EC7" w14:textId="6A0A32D1" w:rsidR="008B4003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>Funkce</w:t>
            </w:r>
          </w:p>
          <w:p w14:paraId="384E405D" w14:textId="244C71DD" w:rsidR="008B4003" w:rsidRPr="00EE3C5F" w:rsidRDefault="008B4003" w:rsidP="00EF4E96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  <w:r w:rsidRPr="00EE3C5F">
              <w:rPr>
                <w:b/>
                <w:sz w:val="16"/>
                <w:szCs w:val="16"/>
              </w:rPr>
              <w:t xml:space="preserve">méno </w:t>
            </w:r>
            <w:r>
              <w:rPr>
                <w:b/>
                <w:sz w:val="16"/>
                <w:szCs w:val="16"/>
              </w:rPr>
              <w:t>a příjmení</w:t>
            </w:r>
          </w:p>
        </w:tc>
        <w:tc>
          <w:tcPr>
            <w:tcW w:w="2268" w:type="dxa"/>
          </w:tcPr>
          <w:p w14:paraId="7A4B74A0" w14:textId="3DF75319" w:rsidR="008B4003" w:rsidRPr="00EE3C5F" w:rsidRDefault="008B4003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EE3C5F">
              <w:rPr>
                <w:b/>
                <w:sz w:val="16"/>
                <w:szCs w:val="16"/>
              </w:rPr>
              <w:t xml:space="preserve">Uveďte, v jakém vztahu </w:t>
            </w:r>
            <w:r w:rsidR="00E220D7">
              <w:rPr>
                <w:b/>
                <w:sz w:val="16"/>
                <w:szCs w:val="16"/>
              </w:rPr>
              <w:t xml:space="preserve">je osoba </w:t>
            </w:r>
            <w:r w:rsidRPr="00EE3C5F">
              <w:rPr>
                <w:b/>
                <w:sz w:val="16"/>
                <w:szCs w:val="16"/>
              </w:rPr>
              <w:t>k</w:t>
            </w:r>
            <w:r w:rsidR="00D533A2">
              <w:rPr>
                <w:b/>
                <w:sz w:val="16"/>
                <w:szCs w:val="16"/>
              </w:rPr>
              <w:t> </w:t>
            </w:r>
            <w:r w:rsidR="00641082">
              <w:rPr>
                <w:b/>
                <w:sz w:val="16"/>
                <w:szCs w:val="16"/>
              </w:rPr>
              <w:t>Dodava</w:t>
            </w:r>
            <w:r w:rsidRPr="00EE3C5F">
              <w:rPr>
                <w:b/>
                <w:sz w:val="16"/>
                <w:szCs w:val="16"/>
              </w:rPr>
              <w:t>teli</w:t>
            </w:r>
            <w:r w:rsidR="00D533A2">
              <w:rPr>
                <w:b/>
                <w:sz w:val="16"/>
                <w:szCs w:val="16"/>
              </w:rPr>
              <w:t xml:space="preserve"> nebo případným</w:t>
            </w:r>
            <w:r w:rsidR="00E220D7">
              <w:rPr>
                <w:b/>
                <w:sz w:val="16"/>
                <w:szCs w:val="16"/>
              </w:rPr>
              <w:t xml:space="preserve"> dodavatelům, s</w:t>
            </w:r>
            <w:r w:rsidR="00734AA7">
              <w:rPr>
                <w:b/>
                <w:sz w:val="16"/>
                <w:szCs w:val="16"/>
              </w:rPr>
              <w:t> </w:t>
            </w:r>
            <w:r w:rsidR="00E220D7">
              <w:rPr>
                <w:b/>
                <w:sz w:val="16"/>
                <w:szCs w:val="16"/>
              </w:rPr>
              <w:t>nimiž</w:t>
            </w:r>
            <w:r w:rsidR="00734AA7">
              <w:rPr>
                <w:b/>
                <w:sz w:val="16"/>
                <w:szCs w:val="16"/>
              </w:rPr>
              <w:t xml:space="preserve"> Dodavatel </w:t>
            </w:r>
            <w:r w:rsidR="00D51A8B" w:rsidRPr="00D51A8B">
              <w:rPr>
                <w:b/>
                <w:sz w:val="16"/>
                <w:szCs w:val="16"/>
              </w:rPr>
              <w:t>podává nabídku společně v rámci společnosti/sdružení</w:t>
            </w:r>
            <w:r w:rsidR="00D51A8B">
              <w:rPr>
                <w:b/>
                <w:sz w:val="16"/>
                <w:szCs w:val="16"/>
              </w:rPr>
              <w:t xml:space="preserve"> </w:t>
            </w:r>
            <w:r w:rsidR="00E220D7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B4003" w:rsidRPr="00454716" w14:paraId="310CF253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9A33868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4B951329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10851B4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8B9193E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</w:tcPr>
          <w:p w14:paraId="23E69C56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DA52B1B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173344A7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63F51EA2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62471E60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473871F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5F83E723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17735848" w14:textId="77777777" w:rsidTr="008B4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2" w:space="0" w:color="auto"/>
            </w:tcBorders>
          </w:tcPr>
          <w:p w14:paraId="5D6541F5" w14:textId="77777777" w:rsidR="008B4003" w:rsidRPr="00454716" w:rsidRDefault="008B4003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373C180C" w14:textId="77777777" w:rsidR="008B4003" w:rsidRPr="00454716" w:rsidRDefault="008B4003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8B4003" w:rsidRPr="00454716" w14:paraId="4BB85F06" w14:textId="77777777" w:rsidTr="008B400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</w:tcBorders>
            <w:shd w:val="clear" w:color="auto" w:fill="auto"/>
          </w:tcPr>
          <w:p w14:paraId="3F0E866B" w14:textId="77777777" w:rsidR="008B4003" w:rsidRPr="00454716" w:rsidRDefault="008B4003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2" w:space="0" w:color="auto"/>
            </w:tcBorders>
            <w:shd w:val="clear" w:color="auto" w:fill="auto"/>
          </w:tcPr>
          <w:p w14:paraId="6E72F89C" w14:textId="77777777" w:rsidR="008B4003" w:rsidRPr="00454716" w:rsidRDefault="008B4003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E6D3F7E" w14:textId="77777777" w:rsidR="0035531B" w:rsidRPr="00EE3C5F" w:rsidRDefault="0035531B" w:rsidP="00C52A6F">
      <w:pPr>
        <w:pStyle w:val="Textbezslovn"/>
        <w:rPr>
          <w:b/>
        </w:rPr>
      </w:pPr>
      <w:r w:rsidRPr="00EE3C5F">
        <w:rPr>
          <w:b/>
        </w:rPr>
        <w:t xml:space="preserve">Přílohy: </w:t>
      </w:r>
      <w:r w:rsidRPr="00EE3C5F">
        <w:rPr>
          <w:b/>
        </w:rPr>
        <w:tab/>
      </w:r>
    </w:p>
    <w:p w14:paraId="1A3D1674" w14:textId="77777777" w:rsidR="0035531B" w:rsidRDefault="0035531B" w:rsidP="00C52A6F">
      <w:pPr>
        <w:pStyle w:val="Odrka1-1"/>
        <w:tabs>
          <w:tab w:val="clear" w:pos="1077"/>
        </w:tabs>
        <w:ind w:left="426"/>
      </w:pPr>
      <w:r>
        <w:t>doklady</w:t>
      </w:r>
      <w:r w:rsidR="00092CC9">
        <w:t xml:space="preserve"> o </w:t>
      </w:r>
      <w:r>
        <w:t>odborné způsobilosti členů odborného personálu,</w:t>
      </w:r>
      <w:r w:rsidR="00BB4AF2">
        <w:t xml:space="preserve"> u </w:t>
      </w:r>
      <w:r>
        <w:t>kterých je způsobilost požadována</w:t>
      </w:r>
    </w:p>
    <w:p w14:paraId="0B4A3038" w14:textId="1360BC53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38288174" w14:textId="1404E97C" w:rsidR="0035531B" w:rsidRDefault="00BE7668" w:rsidP="00E8576A">
      <w:pPr>
        <w:pStyle w:val="Nadpisbezsl1-1"/>
        <w:jc w:val="both"/>
      </w:pPr>
      <w:bookmarkStart w:id="11" w:name="_Toc208819894"/>
      <w:r>
        <w:lastRenderedPageBreak/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ED1816" w:rsidRPr="00ED1816">
        <w:t>Vzor profesního životopisu</w:t>
      </w:r>
      <w:bookmarkEnd w:id="11"/>
    </w:p>
    <w:p w14:paraId="0BE2FDCE" w14:textId="11BD4D77" w:rsidR="006B5D58" w:rsidRDefault="006B5D58" w:rsidP="00C52A6F">
      <w:pPr>
        <w:pStyle w:val="Textbezslovn"/>
      </w:pPr>
      <w:r>
        <w:t xml:space="preserve">V případě více členů odborného personálu vložte </w:t>
      </w:r>
      <w:r w:rsidR="00A67178">
        <w:t xml:space="preserve">(zkopírujte tuto šablonu) </w:t>
      </w:r>
      <w:r>
        <w:t xml:space="preserve">profesní životopis </w:t>
      </w:r>
      <w:r w:rsidR="00A67178">
        <w:t>dle počtu členů odborného personálu, nebo s ohledem na pravidla umožňující jednou osobou zastávat více pozic dle Výzvy k podání nabídky</w:t>
      </w:r>
      <w:r>
        <w:t>.</w:t>
      </w:r>
    </w:p>
    <w:p w14:paraId="4AD35177" w14:textId="62A8E39C" w:rsidR="0035531B" w:rsidRDefault="0035531B" w:rsidP="00C52A6F">
      <w:pPr>
        <w:pStyle w:val="Textbezslovn"/>
      </w:pPr>
      <w:r>
        <w:t xml:space="preserve">Předpokládaná </w:t>
      </w:r>
      <w:r w:rsidRPr="00474F4D">
        <w:rPr>
          <w:b/>
        </w:rPr>
        <w:t>funkce</w:t>
      </w:r>
      <w:r>
        <w:t xml:space="preserve"> ze seznamu odborného personálu </w:t>
      </w:r>
      <w:r w:rsidR="00641082">
        <w:t>Dodava</w:t>
      </w:r>
      <w:r>
        <w:t>tele: [</w:t>
      </w:r>
      <w:r w:rsidRPr="00E24F78">
        <w:rPr>
          <w:b/>
          <w:highlight w:val="yellow"/>
        </w:rPr>
        <w:t>DOPLNÍ DODAVATEL</w:t>
      </w:r>
      <w:r>
        <w:t>]</w:t>
      </w:r>
    </w:p>
    <w:p w14:paraId="27E92CC8" w14:textId="77777777" w:rsidR="00474F4D" w:rsidRDefault="00474F4D" w:rsidP="00C52A6F">
      <w:pPr>
        <w:pStyle w:val="Textbezslovn"/>
      </w:pPr>
    </w:p>
    <w:p w14:paraId="3767B35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Příjmení: [</w:t>
      </w:r>
      <w:r w:rsidRPr="00E24F78">
        <w:rPr>
          <w:b/>
          <w:highlight w:val="yellow"/>
        </w:rPr>
        <w:t>DOPLNÍ DODAVATEL</w:t>
      </w:r>
      <w:r>
        <w:t>]</w:t>
      </w:r>
    </w:p>
    <w:p w14:paraId="20591EA0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Jméno: [</w:t>
      </w:r>
      <w:r w:rsidRPr="00E24F78">
        <w:rPr>
          <w:b/>
          <w:highlight w:val="yellow"/>
        </w:rPr>
        <w:t>DOPLNÍ DODAVATEL</w:t>
      </w:r>
      <w:r>
        <w:t>]</w:t>
      </w:r>
    </w:p>
    <w:p w14:paraId="15F8B52C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Datum narození: [</w:t>
      </w:r>
      <w:r w:rsidRPr="00833899">
        <w:rPr>
          <w:highlight w:val="yellow"/>
        </w:rPr>
        <w:t>DOPLNÍ DODAVATEL</w:t>
      </w:r>
      <w:r>
        <w:t>]</w:t>
      </w:r>
    </w:p>
    <w:p w14:paraId="014B12AF" w14:textId="77777777" w:rsidR="0035531B" w:rsidRDefault="0035531B" w:rsidP="00C52A6F">
      <w:pPr>
        <w:pStyle w:val="Odstavec1-1a"/>
        <w:numPr>
          <w:ilvl w:val="0"/>
          <w:numId w:val="14"/>
        </w:numPr>
      </w:pPr>
      <w:r>
        <w:t>Kontaktní pracovní adresa (včetně pracovní tel/e-mail): [</w:t>
      </w:r>
      <w:r w:rsidRPr="00833899">
        <w:rPr>
          <w:highlight w:val="yellow"/>
        </w:rPr>
        <w:t>DOPLNÍ DODAVATEL</w:t>
      </w:r>
      <w:r>
        <w:t>]</w:t>
      </w:r>
    </w:p>
    <w:p w14:paraId="5287631A" w14:textId="44D3BB5D" w:rsidR="0035531B" w:rsidRPr="00833899" w:rsidRDefault="0035531B" w:rsidP="00C52A6F">
      <w:pPr>
        <w:pStyle w:val="Odstavec1-1a"/>
      </w:pPr>
      <w:r w:rsidRPr="00833899">
        <w:t>Současná funkce/pracovní pozice včetně zaměstnavatele</w:t>
      </w:r>
      <w:r w:rsidR="00845C50" w:rsidRPr="00833899">
        <w:t xml:space="preserve"> a </w:t>
      </w:r>
      <w:r w:rsidRPr="00833899">
        <w:t>vztahu</w:t>
      </w:r>
      <w:r w:rsidR="00BC6D2B" w:rsidRPr="00833899">
        <w:t xml:space="preserve"> k </w:t>
      </w:r>
      <w:r w:rsidRPr="00833899">
        <w:t>zaměstnavateli, příp. uvést OSVČ či jinak dle skutečného stavu: [</w:t>
      </w:r>
      <w:r w:rsidRPr="000171CF">
        <w:rPr>
          <w:highlight w:val="yellow"/>
        </w:rPr>
        <w:t>DOPLNÍ DODAVATEL</w:t>
      </w:r>
      <w:r w:rsidRPr="00833899">
        <w:t>]</w:t>
      </w:r>
    </w:p>
    <w:p w14:paraId="2EF1B11E" w14:textId="5E4FBB25" w:rsidR="0035531B" w:rsidRDefault="0035531B" w:rsidP="00C52A6F">
      <w:pPr>
        <w:pStyle w:val="Doplujcdaje"/>
        <w:ind w:left="1077"/>
        <w:jc w:val="both"/>
      </w:pPr>
      <w:r w:rsidRPr="00BE49F4">
        <w:rPr>
          <w:b/>
        </w:rPr>
        <w:t>Pozn.</w:t>
      </w:r>
      <w:r w:rsidR="001950C2">
        <w:rPr>
          <w:b/>
        </w:rPr>
        <w:t xml:space="preserve"> zadavatele</w:t>
      </w:r>
      <w:r w:rsidRPr="00BE49F4">
        <w:rPr>
          <w:b/>
        </w:rPr>
        <w:t>:</w:t>
      </w:r>
      <w:r>
        <w:t xml:space="preserve"> Dodavatel uvede některou</w:t>
      </w:r>
      <w:r w:rsidR="0060115D">
        <w:t xml:space="preserve"> z </w:t>
      </w:r>
      <w:r>
        <w:t>následujících alternativ: pracovní poměr na plný úvazek, pracovní poměr na částečný úvazek, dohoda</w:t>
      </w:r>
      <w:r w:rsidR="00092CC9">
        <w:t xml:space="preserve"> o </w:t>
      </w:r>
      <w:r>
        <w:t>pracovní činnosti, dohoda</w:t>
      </w:r>
      <w:r w:rsidR="00092CC9">
        <w:t xml:space="preserve"> o </w:t>
      </w:r>
      <w:r>
        <w:t>provedení práce, člen statutárního orgánu, OSVČ, příp. další možnost. Pro vyloučení pochybností zadavatel uvádí, že pokud je dokládaná osoba OSVČ</w:t>
      </w:r>
      <w:r w:rsidR="00845C50">
        <w:t xml:space="preserve"> a </w:t>
      </w:r>
      <w:r>
        <w:t xml:space="preserve">zároveň není současně </w:t>
      </w:r>
      <w:r w:rsidR="00641082">
        <w:t>Dodava</w:t>
      </w:r>
      <w:r>
        <w:t xml:space="preserve">telem nebo není vůči </w:t>
      </w:r>
      <w:r w:rsidR="00641082">
        <w:t>Dodava</w:t>
      </w:r>
      <w:r>
        <w:t>teli</w:t>
      </w:r>
      <w:r w:rsidR="00092CC9">
        <w:t xml:space="preserve"> v </w:t>
      </w:r>
      <w:r>
        <w:t>pracovním či obdobném poměru, bude považována za jinou osobu ve smyslu § 83 zákona č. 134/2016 Sb.,</w:t>
      </w:r>
      <w:r w:rsidR="00092CC9">
        <w:t xml:space="preserve"> o </w:t>
      </w:r>
      <w:r>
        <w:t>zadávání veřejných zakázek, ve znění pozdějších předpisů, se všemi důsledky</w:t>
      </w:r>
      <w:r w:rsidR="0060115D">
        <w:t xml:space="preserve"> z </w:t>
      </w:r>
      <w:r>
        <w:t>toho vyplývajícími, nikoliv za zaměstnance či za osobu</w:t>
      </w:r>
      <w:r w:rsidR="00092CC9">
        <w:t xml:space="preserve"> v </w:t>
      </w:r>
      <w:r>
        <w:t>obdobném postavení.</w:t>
      </w:r>
    </w:p>
    <w:p w14:paraId="0924891E" w14:textId="77777777" w:rsidR="0035531B" w:rsidRPr="00833899" w:rsidRDefault="0035531B" w:rsidP="00C52A6F">
      <w:pPr>
        <w:pStyle w:val="Textbezslovn"/>
      </w:pPr>
    </w:p>
    <w:p w14:paraId="59AD06BC" w14:textId="77777777" w:rsidR="0035531B" w:rsidRPr="00833899" w:rsidRDefault="0035531B" w:rsidP="00C52A6F">
      <w:pPr>
        <w:pStyle w:val="Odstavec1-1a"/>
      </w:pPr>
      <w:r w:rsidRPr="00833899">
        <w:t>Hlavní kvalifikace: [</w:t>
      </w:r>
      <w:r w:rsidRPr="00833899">
        <w:rPr>
          <w:highlight w:val="yellow"/>
        </w:rPr>
        <w:t>DOPLNÍ DODAVATEL</w:t>
      </w:r>
      <w:r w:rsidRPr="00833899">
        <w:t>]</w:t>
      </w:r>
    </w:p>
    <w:p w14:paraId="5DE83509" w14:textId="77777777" w:rsidR="0035531B" w:rsidRPr="00833899" w:rsidRDefault="0035531B" w:rsidP="00C52A6F">
      <w:pPr>
        <w:pStyle w:val="Odstavec1-1a"/>
      </w:pPr>
      <w:r w:rsidRPr="008E1138">
        <w:rPr>
          <w:b/>
        </w:rPr>
        <w:t>Praxe</w:t>
      </w:r>
      <w:r w:rsidRPr="00833899">
        <w:t xml:space="preserve"> pro účely prokázání kvalifikace</w:t>
      </w:r>
      <w:r w:rsidR="00307641" w:rsidRPr="00833899">
        <w:rPr>
          <w:rStyle w:val="Znakapoznpodarou"/>
        </w:rPr>
        <w:footnoteReference w:id="7"/>
      </w:r>
      <w:r w:rsidRPr="00833899"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8DE5AB7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7F5CE752" w14:textId="21F17A67" w:rsidR="00C75B21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Roky odborné praxe celkem</w:t>
            </w:r>
            <w:r w:rsidR="00C75B21">
              <w:rPr>
                <w:sz w:val="16"/>
                <w:szCs w:val="16"/>
              </w:rPr>
              <w:t xml:space="preserve"> při vykonávání činnosti či </w:t>
            </w:r>
            <w:r w:rsidR="00C75B21" w:rsidRPr="00762F71">
              <w:rPr>
                <w:sz w:val="16"/>
                <w:szCs w:val="16"/>
              </w:rPr>
              <w:t>v</w:t>
            </w:r>
            <w:r w:rsidR="00C75B21">
              <w:rPr>
                <w:sz w:val="16"/>
                <w:szCs w:val="16"/>
              </w:rPr>
              <w:t> </w:t>
            </w:r>
            <w:r w:rsidR="00C75B21" w:rsidRPr="00762F71">
              <w:rPr>
                <w:sz w:val="16"/>
                <w:szCs w:val="16"/>
              </w:rPr>
              <w:t>oboru</w:t>
            </w:r>
            <w:r w:rsidR="00C75B21">
              <w:rPr>
                <w:sz w:val="16"/>
                <w:szCs w:val="16"/>
              </w:rPr>
              <w:t xml:space="preserve">, jež jsou požadovány </w:t>
            </w:r>
            <w:r w:rsidR="00C75B21" w:rsidRPr="00762F71">
              <w:rPr>
                <w:sz w:val="16"/>
                <w:szCs w:val="16"/>
              </w:rPr>
              <w:t>pro</w:t>
            </w:r>
            <w:r w:rsidR="00C75B21">
              <w:rPr>
                <w:sz w:val="16"/>
                <w:szCs w:val="16"/>
              </w:rPr>
              <w:t xml:space="preserve"> </w:t>
            </w:r>
            <w:r w:rsidR="00C75B21" w:rsidRPr="00762F71">
              <w:rPr>
                <w:sz w:val="16"/>
                <w:szCs w:val="16"/>
              </w:rPr>
              <w:t>splnění kvalifikace</w:t>
            </w:r>
          </w:p>
          <w:p w14:paraId="304772D6" w14:textId="2A23293B" w:rsidR="00452F69" w:rsidRPr="00833899" w:rsidRDefault="00C75B21" w:rsidP="00EF4E9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(uveďte zde výslovně i </w:t>
            </w:r>
            <w:r w:rsidRPr="00C34E4B">
              <w:rPr>
                <w:bCs/>
                <w:sz w:val="16"/>
                <w:szCs w:val="16"/>
              </w:rPr>
              <w:t>činnost či obor</w:t>
            </w:r>
            <w:r>
              <w:rPr>
                <w:bCs/>
                <w:sz w:val="16"/>
                <w:szCs w:val="16"/>
              </w:rPr>
              <w:t xml:space="preserve"> specializace</w:t>
            </w:r>
            <w:r w:rsidRPr="00C34E4B">
              <w:rPr>
                <w:bCs/>
                <w:sz w:val="16"/>
                <w:szCs w:val="16"/>
              </w:rPr>
              <w:t>, jež j</w:t>
            </w:r>
            <w:r>
              <w:rPr>
                <w:bCs/>
                <w:sz w:val="16"/>
                <w:szCs w:val="16"/>
              </w:rPr>
              <w:t>e</w:t>
            </w:r>
            <w:r w:rsidRPr="00C34E4B">
              <w:rPr>
                <w:bCs/>
                <w:sz w:val="16"/>
                <w:szCs w:val="16"/>
              </w:rPr>
              <w:t xml:space="preserve"> požadován pro splnění kvalifikace)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00D4A0B" w14:textId="77777777" w:rsidR="00452F69" w:rsidRPr="00833899" w:rsidRDefault="00452F69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4104918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54B0CB3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Délka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B33104A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88327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74F5C5A" w14:textId="77777777" w:rsidR="00452F69" w:rsidRPr="00833899" w:rsidRDefault="00452F69" w:rsidP="00EF4E96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A96DC02" w14:textId="77777777" w:rsidR="00452F69" w:rsidRPr="00833899" w:rsidRDefault="00452F69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8EC490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A8E124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Zaměstnavatel (obch. firma/název a sídlo) / OSVČ</w:t>
            </w:r>
            <w:r w:rsidRPr="00833899">
              <w:rPr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75F9537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04A81394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BB98606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7578C2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2F7A65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3F03C7B8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>Popis pracovních činností/náplň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F11A51B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61B46364" w14:textId="77777777" w:rsidR="00452F69" w:rsidRPr="00833899" w:rsidRDefault="00452F69" w:rsidP="00C52A6F">
      <w:pPr>
        <w:pStyle w:val="Textbezslovn"/>
      </w:pPr>
    </w:p>
    <w:p w14:paraId="6055D7BB" w14:textId="77777777" w:rsidR="0035531B" w:rsidRPr="00833899" w:rsidRDefault="0035531B" w:rsidP="00C52A6F">
      <w:pPr>
        <w:pStyle w:val="Odstavec1-1a"/>
      </w:pPr>
      <w:r w:rsidRPr="00833899">
        <w:t>Jazykové znalosti (včetně úrovně): [</w:t>
      </w:r>
      <w:r w:rsidRPr="00833899">
        <w:rPr>
          <w:highlight w:val="yellow"/>
        </w:rPr>
        <w:t>DOPLNÍ DODAVATEL</w:t>
      </w:r>
      <w:r w:rsidRPr="00833899">
        <w:t>]</w:t>
      </w:r>
    </w:p>
    <w:p w14:paraId="58420A0F" w14:textId="77777777" w:rsidR="0035531B" w:rsidRPr="00833899" w:rsidRDefault="0035531B" w:rsidP="00C52A6F">
      <w:pPr>
        <w:pStyle w:val="Odstavec1-1a"/>
      </w:pPr>
      <w:r w:rsidRPr="00833899">
        <w:t xml:space="preserve">Osoba </w:t>
      </w:r>
      <w:r w:rsidRPr="00E8576A">
        <w:rPr>
          <w:highlight w:val="yellow"/>
        </w:rPr>
        <w:t>je / není</w:t>
      </w:r>
      <w:r w:rsidRPr="00833899">
        <w:t xml:space="preserve"> [</w:t>
      </w:r>
      <w:r w:rsidRPr="00833899">
        <w:rPr>
          <w:highlight w:val="yellow"/>
        </w:rPr>
        <w:t>DOPLNÍ DODAVATEL</w:t>
      </w:r>
      <w:r w:rsidRPr="00833899">
        <w:t>] současně zaměstnancem zadavatele.</w:t>
      </w:r>
    </w:p>
    <w:p w14:paraId="2F9D0208" w14:textId="247C40F5" w:rsidR="0035531B" w:rsidRDefault="0035531B" w:rsidP="00C52A6F">
      <w:pPr>
        <w:pStyle w:val="Odstavec1-1a"/>
      </w:pPr>
      <w:r w:rsidRPr="00452F69">
        <w:rPr>
          <w:b/>
        </w:rPr>
        <w:t>Zkušenosti</w:t>
      </w:r>
      <w:r w:rsidR="00845C50">
        <w:t xml:space="preserve"> s </w:t>
      </w:r>
      <w:r>
        <w:t xml:space="preserve">řízením realizace </w:t>
      </w:r>
      <w:r w:rsidR="009534BF">
        <w:t xml:space="preserve">stavby </w:t>
      </w:r>
      <w:r w:rsidR="00BB4AF2">
        <w:t>u </w:t>
      </w:r>
      <w:r>
        <w:t>těch členů odborného personálu,</w:t>
      </w:r>
      <w:r w:rsidR="00BB4AF2">
        <w:t xml:space="preserve"> u </w:t>
      </w:r>
      <w:r>
        <w:t>kterých je taková zkušenost požadována (u ostatních osob se tabulka proškrtne nebo nevyplní)</w:t>
      </w:r>
      <w:r w:rsidR="00307641">
        <w:rPr>
          <w:rStyle w:val="Znakapoznpodarou"/>
        </w:rPr>
        <w:footnoteReference w:id="8"/>
      </w:r>
      <w:r>
        <w:t>:</w:t>
      </w: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452F69" w:rsidRPr="00833899" w14:paraId="5EF2411D" w14:textId="77777777" w:rsidTr="0087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563BAE8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Název zakázky (stavby)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4E06337E" w14:textId="77777777" w:rsidR="00452F69" w:rsidRPr="00833899" w:rsidRDefault="00452F69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7663EC9C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EB8D54C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Cena zakázky v Kč bez DPH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3DB7D54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18FF66F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279087E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Popis předmětu plnění </w:t>
            </w:r>
            <w:proofErr w:type="gramStart"/>
            <w:r w:rsidRPr="00833899">
              <w:rPr>
                <w:sz w:val="16"/>
                <w:szCs w:val="16"/>
              </w:rPr>
              <w:t>zakázky - v</w:t>
            </w:r>
            <w:proofErr w:type="gramEnd"/>
            <w:r w:rsidRPr="00833899">
              <w:rPr>
                <w:sz w:val="16"/>
                <w:szCs w:val="16"/>
              </w:rPr>
              <w:t> 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847B2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6364179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AEDDE9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>Termín dokončení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4280E74D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2D2F8192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A7AAA41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Doba trvání </w:t>
            </w:r>
            <w:proofErr w:type="gramStart"/>
            <w:r w:rsidRPr="00833899">
              <w:rPr>
                <w:sz w:val="16"/>
                <w:szCs w:val="16"/>
              </w:rPr>
              <w:t>zkušenosti - délka</w:t>
            </w:r>
            <w:proofErr w:type="gramEnd"/>
            <w:r w:rsidRPr="00833899">
              <w:rPr>
                <w:sz w:val="16"/>
                <w:szCs w:val="16"/>
              </w:rPr>
              <w:t xml:space="preserve"> celkem + od (měsíc/rok)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EE25DA6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64CC1F10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28A96D5" w14:textId="77777777" w:rsidR="00452F69" w:rsidRPr="00833899" w:rsidRDefault="00452F69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</w:rPr>
              <w:t xml:space="preserve">Objednatel zakázky (obch. firma/název a sídlo a kontaktní osoba </w:t>
            </w:r>
            <w:proofErr w:type="gramStart"/>
            <w:r w:rsidRPr="00833899">
              <w:rPr>
                <w:sz w:val="16"/>
                <w:szCs w:val="16"/>
              </w:rPr>
              <w:t>objednatele - jméno</w:t>
            </w:r>
            <w:proofErr w:type="gramEnd"/>
            <w:r w:rsidRPr="00833899">
              <w:rPr>
                <w:sz w:val="16"/>
                <w:szCs w:val="16"/>
              </w:rPr>
              <w:t>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9C92638" w14:textId="77777777" w:rsidR="00452F69" w:rsidRPr="00833899" w:rsidRDefault="00452F69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C12FC0" w:rsidRPr="00833899" w14:paraId="358A239E" w14:textId="77777777" w:rsidTr="0087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D09829" w14:textId="77777777" w:rsidR="00C12FC0" w:rsidRPr="00833899" w:rsidRDefault="00C12FC0" w:rsidP="00E8576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Označení zastávané pozice při plnění zakázky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E6A0D3A" w14:textId="77777777" w:rsidR="00C12FC0" w:rsidRPr="00833899" w:rsidRDefault="00C12FC0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2F69" w:rsidRPr="00833899" w14:paraId="3E7E8FC2" w14:textId="77777777" w:rsidTr="0087204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0F852B0F" w14:textId="77777777" w:rsidR="00452F69" w:rsidRPr="00833899" w:rsidRDefault="00452F69" w:rsidP="00E8576A">
            <w:pPr>
              <w:jc w:val="both"/>
              <w:rPr>
                <w:b w:val="0"/>
                <w:sz w:val="16"/>
                <w:szCs w:val="16"/>
              </w:rPr>
            </w:pPr>
            <w:r w:rsidRPr="00833899">
              <w:rPr>
                <w:b w:val="0"/>
                <w:sz w:val="16"/>
                <w:szCs w:val="16"/>
              </w:rPr>
              <w:t xml:space="preserve">Popis vykonávaných pracovních </w:t>
            </w:r>
            <w:proofErr w:type="gramStart"/>
            <w:r w:rsidRPr="00833899">
              <w:rPr>
                <w:b w:val="0"/>
                <w:sz w:val="16"/>
                <w:szCs w:val="16"/>
              </w:rPr>
              <w:t xml:space="preserve">činností </w:t>
            </w:r>
            <w:r w:rsidR="00170521" w:rsidRPr="00170521">
              <w:rPr>
                <w:b w:val="0"/>
                <w:sz w:val="16"/>
                <w:szCs w:val="16"/>
              </w:rPr>
              <w:t>- v</w:t>
            </w:r>
            <w:proofErr w:type="gramEnd"/>
            <w:r w:rsidR="00170521" w:rsidRPr="00170521">
              <w:rPr>
                <w:b w:val="0"/>
                <w:sz w:val="16"/>
                <w:szCs w:val="16"/>
              </w:rPr>
              <w:t xml:space="preserve">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02D19CF2" w14:textId="77777777" w:rsidR="00452F69" w:rsidRPr="00833899" w:rsidRDefault="00452F69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85DE6E3" w14:textId="77777777" w:rsidR="0035531B" w:rsidRPr="00833899" w:rsidRDefault="0035531B" w:rsidP="00C52A6F">
      <w:pPr>
        <w:pStyle w:val="Textbezslovn"/>
      </w:pPr>
    </w:p>
    <w:p w14:paraId="656F6209" w14:textId="2F4FEE32" w:rsidR="0035531B" w:rsidRPr="001950C2" w:rsidRDefault="0035531B" w:rsidP="00C52A6F">
      <w:pPr>
        <w:pStyle w:val="Odstavec1-1a"/>
      </w:pPr>
      <w:r w:rsidRPr="00452F69">
        <w:rPr>
          <w:b/>
        </w:rPr>
        <w:t>Odborná způsobilost</w:t>
      </w:r>
      <w:r>
        <w:t xml:space="preserve"> podle zvláštních právních předpisů: oprávnění</w:t>
      </w:r>
      <w:r w:rsidR="00BC6D2B">
        <w:t xml:space="preserve"> k </w:t>
      </w:r>
      <w:r>
        <w:t xml:space="preserve">výkonu </w:t>
      </w:r>
      <w:r w:rsidRPr="00104FA5">
        <w:t xml:space="preserve">vybraných činností ve výstavbě / </w:t>
      </w:r>
      <w:r w:rsidR="007A2277" w:rsidRPr="00104FA5">
        <w:t>autorizace pro ověřování výsledků zeměměřických činností</w:t>
      </w:r>
      <w:r w:rsidR="007A2277">
        <w:t xml:space="preserve"> </w:t>
      </w:r>
      <w:r>
        <w:t xml:space="preserve">či jiná odborná způsobilost: </w:t>
      </w:r>
      <w:r w:rsidRPr="001950C2">
        <w:rPr>
          <w:highlight w:val="yellow"/>
        </w:rPr>
        <w:t>[informace DOPLNÍ DODAVATEL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těch osob,</w:t>
      </w:r>
      <w:r w:rsidR="00BB4AF2" w:rsidRPr="001950C2">
        <w:rPr>
          <w:highlight w:val="yellow"/>
        </w:rPr>
        <w:t xml:space="preserve"> u </w:t>
      </w:r>
      <w:r w:rsidRPr="001950C2">
        <w:rPr>
          <w:highlight w:val="yellow"/>
        </w:rPr>
        <w:t>kterých je odborná způsobilost požadována]</w:t>
      </w:r>
    </w:p>
    <w:p w14:paraId="7D10EFB9" w14:textId="66DF1C13" w:rsidR="0035531B" w:rsidRDefault="0035531B" w:rsidP="00C52A6F">
      <w:pPr>
        <w:pStyle w:val="Textbezslovn"/>
        <w:ind w:left="1077"/>
      </w:pPr>
      <w:r>
        <w:t xml:space="preserve">(vlastní doklady budou tvořit přílohu </w:t>
      </w:r>
      <w:r w:rsidR="00A67178">
        <w:t>tohoto krycího listu, tj. přílohy č. 1 Výzvy k podání nabídky</w:t>
      </w:r>
      <w:r>
        <w:t>)</w:t>
      </w:r>
    </w:p>
    <w:p w14:paraId="0DC98119" w14:textId="1844FCA4" w:rsidR="0035531B" w:rsidRDefault="0035531B" w:rsidP="00C52A6F">
      <w:pPr>
        <w:pStyle w:val="Odstavec1-1a"/>
      </w:pPr>
      <w:r>
        <w:t xml:space="preserve">Jiné informace (dle uvážení </w:t>
      </w:r>
      <w:r w:rsidR="00641082">
        <w:t>Dodava</w:t>
      </w:r>
      <w:r>
        <w:t>tele): [</w:t>
      </w:r>
      <w:r w:rsidRPr="00833899">
        <w:rPr>
          <w:highlight w:val="yellow"/>
        </w:rPr>
        <w:t>DOPLNÍ DODAVATEL</w:t>
      </w:r>
      <w:r>
        <w:t>]</w:t>
      </w:r>
    </w:p>
    <w:p w14:paraId="4556B308" w14:textId="315A79B8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697DCB81" w14:textId="64EADCF0" w:rsidR="0035531B" w:rsidRDefault="00BE7668" w:rsidP="00E8576A">
      <w:pPr>
        <w:pStyle w:val="Nadpisbezsl1-1"/>
        <w:jc w:val="both"/>
      </w:pPr>
      <w:bookmarkStart w:id="12" w:name="_Toc208819895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73FFC364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66B59D0C" w:rsidR="00066766" w:rsidRDefault="00066766" w:rsidP="00E8576A">
      <w:pPr>
        <w:pStyle w:val="Nadpisbezsl1-1"/>
        <w:jc w:val="both"/>
      </w:pPr>
      <w:bookmarkStart w:id="13" w:name="_Toc208819896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Pr="00ED1816">
        <w:t>Informace o tom, zda budou na staveništi působit zaměstnanci více než jednoho zhotovitele</w:t>
      </w:r>
      <w:bookmarkEnd w:id="13"/>
    </w:p>
    <w:p w14:paraId="55D3811F" w14:textId="69D8AFCD" w:rsidR="00066766" w:rsidRPr="00833899" w:rsidRDefault="00CF38ED" w:rsidP="00C52A6F">
      <w:pPr>
        <w:pStyle w:val="Textbezslovn"/>
      </w:pPr>
      <w:r>
        <w:rPr>
          <w:b/>
        </w:rPr>
        <w:t xml:space="preserve">Dodavatel </w:t>
      </w:r>
      <w:r w:rsidR="00066766" w:rsidRPr="001B23A1">
        <w:rPr>
          <w:b/>
        </w:rPr>
        <w:t>podáním nabídky čestně prohlašuje</w:t>
      </w:r>
      <w:r w:rsidR="00066766" w:rsidRPr="00833899">
        <w:t>, že:</w:t>
      </w:r>
    </w:p>
    <w:p w14:paraId="2E0D5F66" w14:textId="77777777" w:rsidR="00066766" w:rsidRPr="00833899" w:rsidRDefault="00066766" w:rsidP="00C52A6F">
      <w:pPr>
        <w:pStyle w:val="Odrka1-1"/>
      </w:pPr>
      <w:r w:rsidRPr="00833899">
        <w:t>na staveništi [</w:t>
      </w:r>
      <w:r w:rsidRPr="001B23A1">
        <w:rPr>
          <w:b/>
          <w:highlight w:val="yellow"/>
        </w:rPr>
        <w:t>DOPLNÍ DODAVATEL – BUDOU/NEBUDOU</w:t>
      </w:r>
      <w:r w:rsidRPr="00833899">
        <w:t>] působit zaměstnanci více než jednoho zhotovitele stavby ve smyslu ustanovení § 14 odst. 1 zákona č. 309/2006 Sb., o zajištění dalších podmínek bezpečnosti a ochrany zdraví při práci, ve znění pozdějších předpisů. Za zhotovitele stavby se přitom považuje jakákoliv právnická nebo fyzická osoba podílející se na realizaci stavby, tedy i případní poddodavatelé;</w:t>
      </w:r>
    </w:p>
    <w:p w14:paraId="52119D6D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BUDE/NEBUDE</w:t>
      </w:r>
      <w:r w:rsidRPr="00833899">
        <w:t>] celková předpokládaná doba trvání prací a činností delší než 30 pracovních dnů, ve kterých budou vykonávány práce a činnosti a [</w:t>
      </w:r>
      <w:r w:rsidRPr="001B23A1">
        <w:rPr>
          <w:b/>
          <w:highlight w:val="yellow"/>
        </w:rPr>
        <w:t>DOPLNÍ DODAVATEL – BUDE/NEBUDE</w:t>
      </w:r>
      <w:r w:rsidRPr="00833899">
        <w:t>] na nich pracovat současně více než 20 fyzických osob po dobu delší než 1 pracovní den;</w:t>
      </w:r>
    </w:p>
    <w:p w14:paraId="08D1427B" w14:textId="77777777" w:rsidR="00066766" w:rsidRPr="00833899" w:rsidRDefault="00066766" w:rsidP="00C52A6F">
      <w:pPr>
        <w:pStyle w:val="Odrka1-1"/>
      </w:pPr>
      <w:r w:rsidRPr="00833899">
        <w:t>celková předpokládaná doba trvání prací a činností bude činit [</w:t>
      </w:r>
      <w:r w:rsidRPr="001B23A1">
        <w:rPr>
          <w:b/>
          <w:highlight w:val="yellow"/>
        </w:rPr>
        <w:t>DOPLNÍ DODAVATEL</w:t>
      </w:r>
      <w:r w:rsidRPr="00833899">
        <w:t>] pracovních dnů, ve kterých budou vykonávány práce a činnosti;</w:t>
      </w:r>
    </w:p>
    <w:p w14:paraId="5EF02107" w14:textId="77777777" w:rsidR="00066766" w:rsidRPr="00833899" w:rsidRDefault="00066766" w:rsidP="00C52A6F">
      <w:pPr>
        <w:pStyle w:val="Odrka1-1"/>
      </w:pPr>
      <w:r w:rsidRPr="00833899">
        <w:t>při výkonu prací a činností bude na nich pracovat současně maximálně [</w:t>
      </w:r>
      <w:r w:rsidRPr="001B23A1">
        <w:rPr>
          <w:b/>
          <w:highlight w:val="yellow"/>
        </w:rPr>
        <w:t>DOPLNÍ DODAVATEL</w:t>
      </w:r>
      <w:r w:rsidRPr="00833899">
        <w:t>] fyzických osob po dobu delší než 1 pracovní den;</w:t>
      </w:r>
    </w:p>
    <w:p w14:paraId="3D2FFA29" w14:textId="77777777" w:rsidR="00066766" w:rsidRPr="00833899" w:rsidRDefault="00066766" w:rsidP="00C52A6F">
      <w:pPr>
        <w:pStyle w:val="Odrka1-1"/>
      </w:pPr>
      <w:r w:rsidRPr="00833899">
        <w:t>podle předpokládaného plánu realizace stavby [</w:t>
      </w:r>
      <w:r w:rsidRPr="001B23A1">
        <w:rPr>
          <w:b/>
          <w:highlight w:val="yellow"/>
        </w:rPr>
        <w:t>DOPLNÍ DODAVATEL – PŘESÁHNE/NEPŘESÁHNE</w:t>
      </w:r>
      <w:r w:rsidRPr="00833899">
        <w:t>] celkový plánovaný objem prací a činností během realizace díla 500 pracovních dnů v přepočtu na jednu fyzickou osobu;</w:t>
      </w:r>
    </w:p>
    <w:p w14:paraId="749CD0F5" w14:textId="6A7F04BA" w:rsidR="00EB5220" w:rsidRDefault="00066766" w:rsidP="00C52A6F">
      <w:pPr>
        <w:pStyle w:val="Odrka1-1"/>
      </w:pPr>
      <w:r w:rsidRPr="00833899">
        <w:t>celkový plánovaný objem prací a činností se během realizace díla předpokládá v délce [</w:t>
      </w:r>
      <w:r w:rsidRPr="001B23A1">
        <w:rPr>
          <w:b/>
          <w:highlight w:val="yellow"/>
        </w:rPr>
        <w:t>DOPLNÍ DODAVATEL</w:t>
      </w:r>
      <w:r w:rsidRPr="00833899">
        <w:t>] pracovních dnů v přepočtu na jednu fyzickou osobu.</w:t>
      </w:r>
    </w:p>
    <w:p w14:paraId="25E5416B" w14:textId="77777777" w:rsidR="00EB5220" w:rsidRDefault="00EB5220">
      <w:r>
        <w:br w:type="page"/>
      </w:r>
    </w:p>
    <w:p w14:paraId="5C19F2A8" w14:textId="182C338E" w:rsidR="00066766" w:rsidRDefault="00EB5220" w:rsidP="00EB5220">
      <w:pPr>
        <w:pStyle w:val="Nadpisbezsl1-1"/>
      </w:pPr>
      <w:bookmarkStart w:id="14" w:name="_Toc208819897"/>
      <w:r>
        <w:lastRenderedPageBreak/>
        <w:t xml:space="preserve">Kapitola č. </w:t>
      </w:r>
      <w:r w:rsidR="00D84A9C">
        <w:t xml:space="preserve">11 </w:t>
      </w:r>
      <w:r w:rsidR="00236D43">
        <w:t xml:space="preserve">Přehled </w:t>
      </w:r>
      <w:r>
        <w:t>technických zařízení</w:t>
      </w:r>
      <w:r w:rsidR="00166978">
        <w:rPr>
          <w:rStyle w:val="Znakapoznpodarou"/>
        </w:rPr>
        <w:footnoteReference w:id="9"/>
      </w:r>
      <w:bookmarkEnd w:id="14"/>
    </w:p>
    <w:p w14:paraId="56257118" w14:textId="63AD6562" w:rsidR="00EB5220" w:rsidRPr="00D36729" w:rsidRDefault="00EB5220" w:rsidP="00EB5220">
      <w:pPr>
        <w:jc w:val="both"/>
        <w:rPr>
          <w:rFonts w:ascii="Verdana" w:hAnsi="Verdana"/>
        </w:rPr>
      </w:pPr>
      <w:r w:rsidRPr="00EF4E96">
        <w:rPr>
          <w:rFonts w:ascii="Verdana" w:hAnsi="Verdana"/>
          <w:b/>
          <w:bCs/>
        </w:rPr>
        <w:t>Dodavatel</w:t>
      </w:r>
      <w:r w:rsidR="00D339E2" w:rsidRPr="00D339E2">
        <w:rPr>
          <w:b/>
        </w:rPr>
        <w:t xml:space="preserve"> </w:t>
      </w:r>
      <w:r w:rsidR="00D339E2"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 xml:space="preserve">, že </w:t>
      </w:r>
      <w:r w:rsidRPr="006F0B82">
        <w:rPr>
          <w:rFonts w:ascii="Verdana" w:hAnsi="Verdana"/>
        </w:rPr>
        <w:t>pro účely provádění stavebních prací, které jsou předmětem zadávané veřejné zakázky, disponuje ná</w:t>
      </w:r>
      <w:r>
        <w:rPr>
          <w:rFonts w:ascii="Verdana" w:hAnsi="Verdana"/>
        </w:rPr>
        <w:t>sledujícím technickým vybavením</w:t>
      </w:r>
      <w:r w:rsidRPr="00D36729">
        <w:rPr>
          <w:rFonts w:ascii="Verdana" w:hAnsi="Verdana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4"/>
        <w:gridCol w:w="1120"/>
        <w:gridCol w:w="1500"/>
        <w:gridCol w:w="946"/>
        <w:gridCol w:w="1271"/>
        <w:gridCol w:w="1142"/>
        <w:gridCol w:w="1259"/>
      </w:tblGrid>
      <w:tr w:rsidR="00EB5220" w:rsidRPr="00D36729" w14:paraId="4ACC684A" w14:textId="77777777" w:rsidTr="00EF4E96">
        <w:trPr>
          <w:trHeight w:val="388"/>
        </w:trPr>
        <w:tc>
          <w:tcPr>
            <w:tcW w:w="8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5BE84F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</w:rPr>
              <w:t>Požadované zařízení</w:t>
            </w:r>
          </w:p>
        </w:tc>
        <w:tc>
          <w:tcPr>
            <w:tcW w:w="417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C141D" w14:textId="2F81E859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Dodavatelem nabídnuté zařízení</w:t>
            </w:r>
          </w:p>
        </w:tc>
      </w:tr>
      <w:tr w:rsidR="00EB5220" w:rsidRPr="00D36729" w14:paraId="5FAC54AD" w14:textId="77777777" w:rsidTr="00EF4E96">
        <w:trPr>
          <w:trHeight w:val="388"/>
        </w:trPr>
        <w:tc>
          <w:tcPr>
            <w:tcW w:w="8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9AADD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C9ACE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</w:rPr>
            </w:pPr>
            <w:r>
              <w:rPr>
                <w:rFonts w:ascii="Verdana" w:hAnsi="Verdana" w:cstheme="minorHAnsi"/>
                <w:b/>
                <w:spacing w:val="-6"/>
              </w:rPr>
              <w:t>Typ /Model</w:t>
            </w:r>
          </w:p>
        </w:tc>
        <w:tc>
          <w:tcPr>
            <w:tcW w:w="8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BBA55B" w14:textId="77777777" w:rsidR="00EB5220" w:rsidRPr="00D36729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Výrobní číslo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369B4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Rok výroby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AE977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Technické parametry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B7A95" w14:textId="77777777" w:rsidR="00EB5220" w:rsidRPr="006F0B82" w:rsidDel="00E4519B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 w:rsidRPr="006F0B82">
              <w:rPr>
                <w:rFonts w:ascii="Verdana" w:hAnsi="Verdana" w:cstheme="minorHAnsi"/>
                <w:b/>
              </w:rPr>
              <w:t>Vlastní (V) nebo nevlastní (N)</w:t>
            </w:r>
          </w:p>
        </w:tc>
        <w:tc>
          <w:tcPr>
            <w:tcW w:w="7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BA85D1" w14:textId="77777777" w:rsidR="00EB5220" w:rsidRPr="006F0B82" w:rsidRDefault="00EB5220" w:rsidP="00723B12">
            <w:pPr>
              <w:spacing w:line="216" w:lineRule="auto"/>
              <w:jc w:val="center"/>
              <w:rPr>
                <w:rFonts w:ascii="Verdana" w:hAnsi="Verdana" w:cstheme="minorHAnsi"/>
                <w:b/>
              </w:rPr>
            </w:pPr>
            <w:r>
              <w:rPr>
                <w:rFonts w:ascii="Verdana" w:hAnsi="Verdana" w:cstheme="minorHAnsi"/>
                <w:b/>
              </w:rPr>
              <w:t>Splňuje vnitřní předpis SŽ V3 (ANO/NE)</w:t>
            </w:r>
          </w:p>
        </w:tc>
      </w:tr>
      <w:tr w:rsidR="00EB5220" w:rsidRPr="00D36729" w14:paraId="6596E3BD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2045983309"/>
            <w:placeholder>
              <w:docPart w:val="A96FE4367636458096E39FE8C4A510CD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96210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98977842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3EB43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19744366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7152F1A" w14:textId="113635A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403029712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CB00B" w14:textId="10112A6B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8011158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BA674B" w14:textId="75BF66B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912305823"/>
            <w:placeholder>
              <w:docPart w:val="0E37945E2751455F937F86B0E056D2F2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198527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27819868"/>
            <w:placeholder>
              <w:docPart w:val="7C03006BB19A439CAE39F478359EC3AE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316325C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53AAEEA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-1194925531"/>
            <w:placeholder>
              <w:docPart w:val="29702A461AD04D29B8AB754CCDFDC84E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BAE3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04729323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D4744AE" w14:textId="4C90D728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203137317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22292BD" w14:textId="00CBC364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5377317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643A19" w14:textId="5D2BCE5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233245668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597F8" w14:textId="778E890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20015"/>
            <w:placeholder>
              <w:docPart w:val="D1B2E8CEA4A74583903A98555A713CE4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3B220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838472829"/>
            <w:placeholder>
              <w:docPart w:val="2986A86EEC87415ABDDFDC6BE2FD235D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8555D6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5FBCAE31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851925908"/>
            <w:placeholder>
              <w:docPart w:val="BFAE2B4BF24242B286ACFE024C42970C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4F504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882060117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486228" w14:textId="5609693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0151403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EA9237" w14:textId="313EA9DF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033949390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82139" w14:textId="553FC03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381405639"/>
            <w:placeholder>
              <w:docPart w:val="DFDF0DA563EE4E3FAFBB41A2F836638D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1F4800" w14:textId="1A57B425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618874397"/>
            <w:placeholder>
              <w:docPart w:val="7FEA08C0BD5A4CF1ACA785DB0166978E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19D5A2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94843670"/>
            <w:placeholder>
              <w:docPart w:val="719440240F7A4B6F96B7D9DD815F64D9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8257314" w14:textId="77777777" w:rsidR="00EB5220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D5DFF66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22925919"/>
            <w:placeholder>
              <w:docPart w:val="B3D878CB97054851AF5B72329E5C0182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73652A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91497575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CF485" w14:textId="77777777" w:rsidR="00EB5220" w:rsidRPr="00D36729" w:rsidRDefault="00EB5220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798144718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3D5A40" w14:textId="29FB0C6D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728462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C0B1D" w14:textId="5124BA13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304048330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032469" w14:textId="536B458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178085148"/>
            <w:placeholder>
              <w:docPart w:val="805DA9831A2B418ABA16AD33D1F02920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C98B7EB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70473911"/>
            <w:placeholder>
              <w:docPart w:val="A7E9330A32D4422C881E3A8D762B0B31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D4A229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4D8CC235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1111552015"/>
            <w:placeholder>
              <w:docPart w:val="8D0988D4A92A4A3097CCBBD67E255099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1BB33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91632436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B7F411" w14:textId="16935777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07870163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1AFFE6" w14:textId="54C660CA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773589859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D7FE95" w14:textId="3374A55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78255975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4E86C6" w14:textId="0B4E2F2C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411077648"/>
            <w:placeholder>
              <w:docPart w:val="8C788F6F507D4D83BC718D7DABC2994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95424E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891299452"/>
            <w:placeholder>
              <w:docPart w:val="5FF584066F5F4F90AAA72CE64A87469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E1D8538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  <w:tr w:rsidR="00EB5220" w:rsidRPr="00D36729" w14:paraId="13B6C54F" w14:textId="77777777" w:rsidTr="00EF4E96">
        <w:trPr>
          <w:trHeight w:val="510"/>
        </w:trPr>
        <w:sdt>
          <w:sdtPr>
            <w:rPr>
              <w:rFonts w:ascii="Verdana" w:hAnsi="Verdana" w:cstheme="minorHAnsi"/>
              <w:spacing w:val="-6"/>
            </w:rPr>
            <w:id w:val="469183627"/>
            <w:placeholder>
              <w:docPart w:val="5EFB8116204D40B7969E1C682C7D6BD1"/>
            </w:placeholder>
            <w:showingPlcHdr/>
          </w:sdtPr>
          <w:sdtEndPr/>
          <w:sdtContent>
            <w:tc>
              <w:tcPr>
                <w:tcW w:w="82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0357AD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51216601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475B52" w14:textId="08EC6306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6274541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86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787199B" w14:textId="66B488C0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1073083335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54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EE075C" w14:textId="314C00EE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814403467"/>
            <w:placeholder>
              <w:docPart w:val="140F1F4F42AA4587B6013DF4833F23A1"/>
            </w:placeholder>
            <w:showingPlcHdr/>
          </w:sdtPr>
          <w:sdtEndPr/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9D02CE" w14:textId="533AFC99" w:rsidR="00EB5220" w:rsidRPr="00D36729" w:rsidRDefault="00184258" w:rsidP="00723B12">
                <w:pPr>
                  <w:spacing w:line="216" w:lineRule="auto"/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1158601108"/>
            <w:placeholder>
              <w:docPart w:val="52FDE6A6D0AA4885A11783194E71B368"/>
            </w:placeholder>
            <w:showingPlcHdr/>
          </w:sdtPr>
          <w:sdtEndPr/>
          <w:sdtContent>
            <w:tc>
              <w:tcPr>
                <w:tcW w:w="658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4815D06" w14:textId="77777777" w:rsidR="00EB5220" w:rsidRPr="00D36729" w:rsidRDefault="00EB5220" w:rsidP="00723B12">
                <w:pPr>
                  <w:rPr>
                    <w:rFonts w:ascii="Verdana" w:hAnsi="Verdana" w:cstheme="minorHAnsi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</w:rPr>
            <w:id w:val="-457795701"/>
            <w:placeholder>
              <w:docPart w:val="006FC3B25FCD442C84F9C10D1DFB733B"/>
            </w:placeholder>
            <w:showingPlcHdr/>
          </w:sdtPr>
          <w:sdtEndPr/>
          <w:sdtContent>
            <w:tc>
              <w:tcPr>
                <w:tcW w:w="72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1DA6DE5" w14:textId="77777777" w:rsidR="00EB5220" w:rsidRDefault="00EB5220" w:rsidP="00723B12">
                <w:pPr>
                  <w:rPr>
                    <w:rFonts w:ascii="Verdana" w:hAnsi="Verdana" w:cstheme="minorHAnsi"/>
                    <w:spacing w:val="-6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</w:rPr>
                  <w:t>Klikněte sem a zadejte text.</w:t>
                </w:r>
              </w:p>
            </w:tc>
          </w:sdtContent>
        </w:sdt>
      </w:tr>
    </w:tbl>
    <w:p w14:paraId="65BC1661" w14:textId="77777777" w:rsidR="00EB5220" w:rsidRPr="00D36729" w:rsidRDefault="00EB5220" w:rsidP="00EB5220">
      <w:pPr>
        <w:rPr>
          <w:rFonts w:ascii="Verdana" w:hAnsi="Verdana"/>
          <w:i/>
        </w:rPr>
      </w:pPr>
    </w:p>
    <w:p w14:paraId="7BB3674B" w14:textId="77777777" w:rsidR="00EB5220" w:rsidRDefault="00EB5220" w:rsidP="00EB5220">
      <w:pPr>
        <w:pStyle w:val="Textbezslovn"/>
        <w:tabs>
          <w:tab w:val="left" w:pos="851"/>
        </w:tabs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výpis z majetkové evidence nebo smlouva (min. o smlouvě budoucí)</w:t>
      </w:r>
    </w:p>
    <w:p w14:paraId="2C8EA334" w14:textId="7AFCB7E0" w:rsidR="00EB5220" w:rsidRDefault="00EB5220" w:rsidP="00EB5220">
      <w:pPr>
        <w:pStyle w:val="Textbezslovn"/>
        <w:tabs>
          <w:tab w:val="left" w:pos="851"/>
        </w:tabs>
      </w:pPr>
      <w:r w:rsidRPr="00B710D5">
        <w:t xml:space="preserve">Protokol o </w:t>
      </w:r>
      <w:r w:rsidRPr="00104FA5">
        <w:t>provedení provozní zkoušky jednotlivého konkrétního stroje nebo čestné prohlášení ve smyslu čl. 19.3. Výzvy</w:t>
      </w:r>
      <w:r>
        <w:t xml:space="preserve"> k podání nabídk</w:t>
      </w:r>
      <w:r w:rsidR="00166978">
        <w:t>y</w:t>
      </w:r>
      <w:r>
        <w:t xml:space="preserve"> </w:t>
      </w:r>
      <w:r w:rsidRPr="00B710D5">
        <w:t xml:space="preserve">(požadováno u strojů, jež se řídí </w:t>
      </w:r>
      <w:r>
        <w:t>vnitřním předpisem SŽ V3</w:t>
      </w:r>
      <w:r w:rsidRPr="00B710D5">
        <w:t>)</w:t>
      </w:r>
    </w:p>
    <w:p w14:paraId="3F092D95" w14:textId="77777777" w:rsidR="00066766" w:rsidRDefault="00066766" w:rsidP="00EF4E96">
      <w:pPr>
        <w:jc w:val="both"/>
      </w:pPr>
      <w:r>
        <w:br w:type="page"/>
      </w:r>
    </w:p>
    <w:p w14:paraId="150BEA1C" w14:textId="283A1005" w:rsidR="00D339E2" w:rsidRDefault="00B84CB4" w:rsidP="00D339E2">
      <w:pPr>
        <w:pStyle w:val="Nadpisbezsl1-1"/>
      </w:pPr>
      <w:bookmarkStart w:id="15" w:name="_Toc208819898"/>
      <w:r>
        <w:lastRenderedPageBreak/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10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6509B5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6509B5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E715D" w14:textId="77777777" w:rsidR="00EA7C56" w:rsidRDefault="00EA7C56" w:rsidP="00962258">
      <w:pPr>
        <w:spacing w:after="0" w:line="240" w:lineRule="auto"/>
      </w:pPr>
      <w:r>
        <w:separator/>
      </w:r>
    </w:p>
  </w:endnote>
  <w:endnote w:type="continuationSeparator" w:id="0">
    <w:p w14:paraId="2F14F8CD" w14:textId="77777777" w:rsidR="00EA7C56" w:rsidRDefault="00EA7C5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394D3FA4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6FA4F" w14:textId="77777777" w:rsidR="00EA7C56" w:rsidRDefault="00EA7C56" w:rsidP="00962258">
      <w:pPr>
        <w:spacing w:after="0" w:line="240" w:lineRule="auto"/>
      </w:pPr>
      <w:r>
        <w:separator/>
      </w:r>
    </w:p>
  </w:footnote>
  <w:footnote w:type="continuationSeparator" w:id="0">
    <w:p w14:paraId="2D6DD2A3" w14:textId="77777777" w:rsidR="00EA7C56" w:rsidRDefault="00EA7C56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429FF1CB" w14:textId="0A69756F" w:rsidR="00D6532E" w:rsidRPr="00EF4E96" w:rsidRDefault="00D6532E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Dodavatel vyplní pouze v případě, je-li ekonomická kvalifikace vyžadována ve Výzvě k podání nabídky</w:t>
      </w:r>
      <w:r w:rsidR="00C27859" w:rsidRPr="00EF4E96">
        <w:rPr>
          <w:sz w:val="16"/>
          <w:szCs w:val="16"/>
        </w:rPr>
        <w:t>.</w:t>
      </w:r>
    </w:p>
  </w:footnote>
  <w:footnote w:id="5">
    <w:p w14:paraId="4E1221BC" w14:textId="42384AAE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V případě, že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je zahraničním dodavatelem a dokládá obrat v</w:t>
      </w:r>
      <w:r w:rsidR="00C27859" w:rsidRPr="00EF4E96">
        <w:rPr>
          <w:rFonts w:ascii="Verdana" w:hAnsi="Verdana"/>
          <w:sz w:val="16"/>
          <w:szCs w:val="16"/>
        </w:rPr>
        <w:t> </w:t>
      </w:r>
      <w:r w:rsidRPr="00EF4E96">
        <w:rPr>
          <w:rFonts w:ascii="Verdana" w:hAnsi="Verdana"/>
          <w:sz w:val="16"/>
          <w:szCs w:val="16"/>
        </w:rPr>
        <w:t>EUR</w:t>
      </w:r>
      <w:r w:rsidR="00C27859" w:rsidRPr="00EF4E96">
        <w:rPr>
          <w:rFonts w:ascii="Verdana" w:hAnsi="Verdana"/>
          <w:sz w:val="16"/>
          <w:szCs w:val="16"/>
        </w:rPr>
        <w:t>.</w:t>
      </w:r>
    </w:p>
  </w:footnote>
  <w:footnote w:id="6">
    <w:p w14:paraId="28A505D6" w14:textId="0ED13402" w:rsidR="00D6532E" w:rsidRPr="00EF4E96" w:rsidRDefault="00D6532E" w:rsidP="00EF4E9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EF4E96">
        <w:rPr>
          <w:rStyle w:val="Znakapoznpodarou"/>
          <w:rFonts w:ascii="Verdana" w:hAnsi="Verdana"/>
          <w:sz w:val="16"/>
          <w:szCs w:val="16"/>
        </w:rPr>
        <w:footnoteRef/>
      </w:r>
      <w:r w:rsidRPr="00EF4E96">
        <w:rPr>
          <w:rFonts w:ascii="Verdana" w:hAnsi="Verdana"/>
          <w:sz w:val="16"/>
          <w:szCs w:val="16"/>
        </w:rPr>
        <w:t xml:space="preserve">  </w:t>
      </w:r>
      <w:r w:rsidR="00C27859" w:rsidRPr="00EF4E96">
        <w:rPr>
          <w:rFonts w:ascii="Verdana" w:hAnsi="Verdana"/>
          <w:sz w:val="16"/>
          <w:szCs w:val="16"/>
        </w:rPr>
        <w:t>Dodavatel</w:t>
      </w:r>
      <w:r w:rsidRPr="00EF4E96">
        <w:rPr>
          <w:rFonts w:ascii="Verdana" w:hAnsi="Verdana"/>
          <w:sz w:val="16"/>
          <w:szCs w:val="16"/>
        </w:rPr>
        <w:t xml:space="preserve"> uvede kurz použitý pro přepočet obratu z EUR na Kč. Pro přepočet z cizí měny na CZK použije poslední čtvrtletní průměrný kurz devizového trhu příslušné měny k CZK stanovený a zveřejněný ČNB ke dni zahájení zadávacího řízení.</w:t>
      </w:r>
    </w:p>
  </w:footnote>
  <w:footnote w:id="7">
    <w:p w14:paraId="56852F5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praxe dodavatel opakuje tabulku nebo doplní další řádky.</w:t>
      </w:r>
    </w:p>
  </w:footnote>
  <w:footnote w:id="8">
    <w:p w14:paraId="4E76486A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V případě další zkušenosti dodavatel opakuje tabulku nebo doplní další řádky.</w:t>
      </w:r>
    </w:p>
  </w:footnote>
  <w:footnote w:id="9">
    <w:p w14:paraId="09217A80" w14:textId="198CB917" w:rsidR="00166978" w:rsidRPr="00EF4E96" w:rsidRDefault="00166978">
      <w:pPr>
        <w:pStyle w:val="Textpoznpodarou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je-li přehled technických zařízení vyžadován ve Výzvě k podání nabídky.</w:t>
      </w:r>
    </w:p>
  </w:footnote>
  <w:footnote w:id="10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C2072"/>
    <w:rsid w:val="000C3CD6"/>
    <w:rsid w:val="000C41F2"/>
    <w:rsid w:val="000D0AE7"/>
    <w:rsid w:val="000D0DE7"/>
    <w:rsid w:val="000D1858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32AF"/>
    <w:rsid w:val="0010352D"/>
    <w:rsid w:val="00104FA5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5A2B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41008"/>
    <w:rsid w:val="00441E3E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57B3"/>
    <w:rsid w:val="005E62AD"/>
    <w:rsid w:val="005F3817"/>
    <w:rsid w:val="005F5485"/>
    <w:rsid w:val="005F7143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09B5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64D8"/>
    <w:rsid w:val="006776B6"/>
    <w:rsid w:val="00677E3B"/>
    <w:rsid w:val="006825F5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6A0E"/>
    <w:rsid w:val="006D34B2"/>
    <w:rsid w:val="006D36C4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D4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197B"/>
    <w:rsid w:val="00C12FC0"/>
    <w:rsid w:val="00C13DAE"/>
    <w:rsid w:val="00C14E12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76DB"/>
    <w:rsid w:val="00DF0B72"/>
    <w:rsid w:val="00DF116D"/>
    <w:rsid w:val="00DF2665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347"/>
    <w:rsid w:val="00E42600"/>
    <w:rsid w:val="00E437B0"/>
    <w:rsid w:val="00E44045"/>
    <w:rsid w:val="00E45358"/>
    <w:rsid w:val="00E50858"/>
    <w:rsid w:val="00E51D21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40039"/>
    <w:rsid w:val="00F45607"/>
    <w:rsid w:val="00F4568B"/>
    <w:rsid w:val="00F46000"/>
    <w:rsid w:val="00F46EA7"/>
    <w:rsid w:val="00F4722B"/>
    <w:rsid w:val="00F51EF4"/>
    <w:rsid w:val="00F537C6"/>
    <w:rsid w:val="00F54432"/>
    <w:rsid w:val="00F55E93"/>
    <w:rsid w:val="00F569C6"/>
    <w:rsid w:val="00F56CE0"/>
    <w:rsid w:val="00F57610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D830D3C3604A0B9D4622A9B238A1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A1023-41F2-4D90-8BB4-C977E9EEA151}"/>
      </w:docPartPr>
      <w:docPartBody>
        <w:p w:rsidR="00374734" w:rsidRDefault="00E27588" w:rsidP="00E27588">
          <w:pPr>
            <w:pStyle w:val="01D830D3C3604A0B9D4622A9B238A101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4CB930CAB544B99C6DA5A6DE116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37D54D-0884-4870-A9FE-8E4E90F8E25B}"/>
      </w:docPartPr>
      <w:docPartBody>
        <w:p w:rsidR="00374734" w:rsidRDefault="00E27588" w:rsidP="00E27588">
          <w:pPr>
            <w:pStyle w:val="5E4CB930CAB544B99C6DA5A6DE116FB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E8814A8204CB4E2B96C63DE241CC1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62C03-751D-48C1-88E0-51F234FAEB0A}"/>
      </w:docPartPr>
      <w:docPartBody>
        <w:p w:rsidR="00374734" w:rsidRDefault="00E27588" w:rsidP="00E27588">
          <w:pPr>
            <w:pStyle w:val="E8814A8204CB4E2B96C63DE241CC1963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F0223890D67348F8B755B163E8331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274863-F6E7-495D-AD1E-FCF053C54D1E}"/>
      </w:docPartPr>
      <w:docPartBody>
        <w:p w:rsidR="00374734" w:rsidRDefault="00E27588" w:rsidP="00E27588">
          <w:pPr>
            <w:pStyle w:val="F0223890D67348F8B755B163E8331B6C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44A40BE0B0BE4E9C80629C011E10C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BA4BD9-26FB-4D71-89C7-6BFB880D8046}"/>
      </w:docPartPr>
      <w:docPartBody>
        <w:p w:rsidR="00374734" w:rsidRDefault="00E27588" w:rsidP="00E27588">
          <w:pPr>
            <w:pStyle w:val="44A40BE0B0BE4E9C80629C011E10C9AF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DD92709007940F984FD98E15939C8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49356-D5C9-4B4D-81D3-730D7ED8C45C}"/>
      </w:docPartPr>
      <w:docPartBody>
        <w:p w:rsidR="00374734" w:rsidRDefault="00E27588" w:rsidP="00E27588">
          <w:pPr>
            <w:pStyle w:val="BDD92709007940F984FD98E15939C866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345634E01B6044FE81FD94811BFA9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D1D49-B393-42B9-AD53-3D40E96A40AE}"/>
      </w:docPartPr>
      <w:docPartBody>
        <w:p w:rsidR="00374734" w:rsidRDefault="00E27588" w:rsidP="00E27588">
          <w:pPr>
            <w:pStyle w:val="345634E01B6044FE81FD94811BFA95D8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EC13502801345FE90F79E76AE8A4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AF826D-C6E0-4BE9-9735-563F1DDB4729}"/>
      </w:docPartPr>
      <w:docPartBody>
        <w:p w:rsidR="00374734" w:rsidRDefault="00E27588" w:rsidP="00E27588">
          <w:pPr>
            <w:pStyle w:val="1EC13502801345FE90F79E76AE8A4B02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6ACE2DA58E754C649A53C259DCF77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4271D-CD0B-4728-9D53-160319207881}"/>
      </w:docPartPr>
      <w:docPartBody>
        <w:p w:rsidR="00374734" w:rsidRDefault="00E27588" w:rsidP="00E27588">
          <w:pPr>
            <w:pStyle w:val="6ACE2DA58E754C649A53C259DCF7777E2"/>
          </w:pPr>
          <w:r w:rsidRPr="006564BB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96FE4367636458096E39FE8C4A51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B20B4A-CDAE-4725-B51A-1A79CDC989C5}"/>
      </w:docPartPr>
      <w:docPartBody>
        <w:p w:rsidR="00376800" w:rsidRDefault="00E27588" w:rsidP="00E27588">
          <w:pPr>
            <w:pStyle w:val="A96FE4367636458096E39FE8C4A510C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FDF0DA563EE4E3FAFBB41A2F8366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E8ACB-39F5-4E45-9C1D-7FCCDD1B1E74}"/>
      </w:docPartPr>
      <w:docPartBody>
        <w:p w:rsidR="00376800" w:rsidRDefault="00E27588" w:rsidP="00E27588">
          <w:pPr>
            <w:pStyle w:val="DFDF0DA563EE4E3FAFBB41A2F836638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E37945E2751455F937F86B0E056D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44727-768B-4664-89E8-975989F07A02}"/>
      </w:docPartPr>
      <w:docPartBody>
        <w:p w:rsidR="00376800" w:rsidRDefault="00E27588" w:rsidP="00E27588">
          <w:pPr>
            <w:pStyle w:val="0E37945E2751455F937F86B0E056D2F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C03006BB19A439CAE39F478359EC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34F6E-CDE9-4CD0-B72D-7D14B951DD19}"/>
      </w:docPartPr>
      <w:docPartBody>
        <w:p w:rsidR="00376800" w:rsidRDefault="00E27588" w:rsidP="00E27588">
          <w:pPr>
            <w:pStyle w:val="7C03006BB19A439CAE39F478359EC3A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702A461AD04D29B8AB754CCDFDC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FC95B-56E1-4D73-9AEB-F1443647CB2C}"/>
      </w:docPartPr>
      <w:docPartBody>
        <w:p w:rsidR="00376800" w:rsidRDefault="00E27588" w:rsidP="00E27588">
          <w:pPr>
            <w:pStyle w:val="29702A461AD04D29B8AB754CCDFDC84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D1B2E8CEA4A74583903A98555A713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D6BD0-CF4F-477F-8EAD-DB731D5EE82A}"/>
      </w:docPartPr>
      <w:docPartBody>
        <w:p w:rsidR="00376800" w:rsidRDefault="00E27588" w:rsidP="00E27588">
          <w:pPr>
            <w:pStyle w:val="D1B2E8CEA4A74583903A98555A713CE4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2986A86EEC87415ABDDFDC6BE2FD23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E515F-B93F-49CB-BA56-60A25AB4E27C}"/>
      </w:docPartPr>
      <w:docPartBody>
        <w:p w:rsidR="00376800" w:rsidRDefault="00E27588" w:rsidP="00E27588">
          <w:pPr>
            <w:pStyle w:val="2986A86EEC87415ABDDFDC6BE2FD235D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FAE2B4BF24242B286ACFE024C4297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F2B39-078A-4EC8-A072-108BEEA9C7F8}"/>
      </w:docPartPr>
      <w:docPartBody>
        <w:p w:rsidR="00376800" w:rsidRDefault="00E27588" w:rsidP="00E27588">
          <w:pPr>
            <w:pStyle w:val="BFAE2B4BF24242B286ACFE024C42970C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FEA08C0BD5A4CF1ACA785DB01669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9DA3E6-132E-40EF-A304-A83453A8C252}"/>
      </w:docPartPr>
      <w:docPartBody>
        <w:p w:rsidR="00376800" w:rsidRDefault="00E27588" w:rsidP="00E27588">
          <w:pPr>
            <w:pStyle w:val="7FEA08C0BD5A4CF1ACA785DB0166978E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719440240F7A4B6F96B7D9DD815F6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79308-C392-4EB1-95ED-814ABA7CDD74}"/>
      </w:docPartPr>
      <w:docPartBody>
        <w:p w:rsidR="00376800" w:rsidRDefault="00E27588" w:rsidP="00E27588">
          <w:pPr>
            <w:pStyle w:val="719440240F7A4B6F96B7D9DD815F64D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3D878CB97054851AF5B72329E5C01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77DBB4-2B5C-4CA5-A934-326BA008634D}"/>
      </w:docPartPr>
      <w:docPartBody>
        <w:p w:rsidR="00376800" w:rsidRDefault="00E27588" w:rsidP="00E27588">
          <w:pPr>
            <w:pStyle w:val="B3D878CB97054851AF5B72329E5C0182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140F1F4F42AA4587B6013DF4833F23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6A14B8-030F-4D2F-AD63-65076282C49B}"/>
      </w:docPartPr>
      <w:docPartBody>
        <w:p w:rsidR="00376800" w:rsidRDefault="00E27588" w:rsidP="00E27588">
          <w:pPr>
            <w:pStyle w:val="140F1F4F42AA4587B6013DF4833F23A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05DA9831A2B418ABA16AD33D1F02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6877D2-20E6-408C-B9B2-B2735ED7DA38}"/>
      </w:docPartPr>
      <w:docPartBody>
        <w:p w:rsidR="00376800" w:rsidRDefault="00E27588" w:rsidP="00E27588">
          <w:pPr>
            <w:pStyle w:val="805DA9831A2B418ABA16AD33D1F02920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A7E9330A32D4422C881E3A8D762B0B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86176-5716-4309-968C-B6A19CE721CE}"/>
      </w:docPartPr>
      <w:docPartBody>
        <w:p w:rsidR="00376800" w:rsidRDefault="00E27588" w:rsidP="00E27588">
          <w:pPr>
            <w:pStyle w:val="A7E9330A32D4422C881E3A8D762B0B3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D0988D4A92A4A3097CCBBD67E255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AC42F8-5F7B-4C94-B04E-196188E8F4A9}"/>
      </w:docPartPr>
      <w:docPartBody>
        <w:p w:rsidR="00376800" w:rsidRDefault="00E27588" w:rsidP="00E27588">
          <w:pPr>
            <w:pStyle w:val="8D0988D4A92A4A3097CCBBD67E255099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8C788F6F507D4D83BC718D7DABC299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AAF266-536D-434F-8F67-FCB0AE1478D6}"/>
      </w:docPartPr>
      <w:docPartBody>
        <w:p w:rsidR="00376800" w:rsidRDefault="00E27588" w:rsidP="00E27588">
          <w:pPr>
            <w:pStyle w:val="8C788F6F507D4D83BC718D7DABC2994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FF584066F5F4F90AAA72CE64A874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ACE98A-A59C-4D76-9383-A29A6BA4786A}"/>
      </w:docPartPr>
      <w:docPartBody>
        <w:p w:rsidR="00376800" w:rsidRDefault="00E27588" w:rsidP="00E27588">
          <w:pPr>
            <w:pStyle w:val="5FF584066F5F4F90AAA72CE64A87469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EFB8116204D40B7969E1C682C7D6B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8AB343-18E4-4311-8D7E-E0737FC3D47F}"/>
      </w:docPartPr>
      <w:docPartBody>
        <w:p w:rsidR="00376800" w:rsidRDefault="00E27588" w:rsidP="00E27588">
          <w:pPr>
            <w:pStyle w:val="5EFB8116204D40B7969E1C682C7D6BD1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52FDE6A6D0AA4885A11783194E71B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9635D4-834B-488B-84F3-89C6D0FB7448}"/>
      </w:docPartPr>
      <w:docPartBody>
        <w:p w:rsidR="00376800" w:rsidRDefault="00E27588" w:rsidP="00E27588">
          <w:pPr>
            <w:pStyle w:val="52FDE6A6D0AA4885A11783194E71B368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006FC3B25FCD442C84F9C10D1DFB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DCDBE-94BA-41A1-A016-79BC8EDC5BD1}"/>
      </w:docPartPr>
      <w:docPartBody>
        <w:p w:rsidR="00376800" w:rsidRDefault="00E27588" w:rsidP="00E27588">
          <w:pPr>
            <w:pStyle w:val="006FC3B25FCD442C84F9C10D1DFB733B2"/>
          </w:pPr>
          <w:r w:rsidRPr="00D36729">
            <w:rPr>
              <w:rStyle w:val="Zstupntext"/>
              <w:rFonts w:ascii="Verdana" w:hAnsi="Verdana" w:cstheme="minorHAnsi"/>
            </w:rPr>
            <w:t>Klikněte sem a zadejte text.</w:t>
          </w:r>
        </w:p>
      </w:docPartBody>
    </w:docPart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A3127"/>
    <w:rsid w:val="001079AC"/>
    <w:rsid w:val="002450A8"/>
    <w:rsid w:val="002479B1"/>
    <w:rsid w:val="00374734"/>
    <w:rsid w:val="00376800"/>
    <w:rsid w:val="0045525D"/>
    <w:rsid w:val="004B48D8"/>
    <w:rsid w:val="00581789"/>
    <w:rsid w:val="00592296"/>
    <w:rsid w:val="005F7143"/>
    <w:rsid w:val="006B7641"/>
    <w:rsid w:val="006C6A0E"/>
    <w:rsid w:val="00746B38"/>
    <w:rsid w:val="007C641A"/>
    <w:rsid w:val="008211BB"/>
    <w:rsid w:val="00925D65"/>
    <w:rsid w:val="00AC4100"/>
    <w:rsid w:val="00BC73A3"/>
    <w:rsid w:val="00C14E12"/>
    <w:rsid w:val="00C74C99"/>
    <w:rsid w:val="00CD0DBE"/>
    <w:rsid w:val="00CF089C"/>
    <w:rsid w:val="00E16E5B"/>
    <w:rsid w:val="00E27588"/>
    <w:rsid w:val="00E6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01D830D3C3604A0B9D4622A9B238A101">
    <w:name w:val="01D830D3C3604A0B9D4622A9B238A101"/>
    <w:rsid w:val="002479B1"/>
  </w:style>
  <w:style w:type="paragraph" w:customStyle="1" w:styleId="5E4CB930CAB544B99C6DA5A6DE116FBF">
    <w:name w:val="5E4CB930CAB544B99C6DA5A6DE116FBF"/>
    <w:rsid w:val="002479B1"/>
  </w:style>
  <w:style w:type="paragraph" w:customStyle="1" w:styleId="E8814A8204CB4E2B96C63DE241CC1963">
    <w:name w:val="E8814A8204CB4E2B96C63DE241CC1963"/>
    <w:rsid w:val="002479B1"/>
  </w:style>
  <w:style w:type="paragraph" w:customStyle="1" w:styleId="F0223890D67348F8B755B163E8331B6C">
    <w:name w:val="F0223890D67348F8B755B163E8331B6C"/>
    <w:rsid w:val="002479B1"/>
  </w:style>
  <w:style w:type="paragraph" w:customStyle="1" w:styleId="44A40BE0B0BE4E9C80629C011E10C9AF">
    <w:name w:val="44A40BE0B0BE4E9C80629C011E10C9AF"/>
    <w:rsid w:val="002479B1"/>
  </w:style>
  <w:style w:type="paragraph" w:customStyle="1" w:styleId="BDD92709007940F984FD98E15939C866">
    <w:name w:val="BDD92709007940F984FD98E15939C866"/>
    <w:rsid w:val="002479B1"/>
  </w:style>
  <w:style w:type="paragraph" w:customStyle="1" w:styleId="345634E01B6044FE81FD94811BFA95D8">
    <w:name w:val="345634E01B6044FE81FD94811BFA95D8"/>
    <w:rsid w:val="002479B1"/>
  </w:style>
  <w:style w:type="paragraph" w:customStyle="1" w:styleId="1EC13502801345FE90F79E76AE8A4B02">
    <w:name w:val="1EC13502801345FE90F79E76AE8A4B02"/>
    <w:rsid w:val="002479B1"/>
  </w:style>
  <w:style w:type="paragraph" w:customStyle="1" w:styleId="6ACE2DA58E754C649A53C259DCF7777E">
    <w:name w:val="6ACE2DA58E754C649A53C259DCF7777E"/>
    <w:rsid w:val="002479B1"/>
  </w:style>
  <w:style w:type="paragraph" w:customStyle="1" w:styleId="A96FE4367636458096E39FE8C4A510CD">
    <w:name w:val="A96FE4367636458096E39FE8C4A510CD"/>
    <w:rsid w:val="002450A8"/>
  </w:style>
  <w:style w:type="paragraph" w:customStyle="1" w:styleId="DFDF0DA563EE4E3FAFBB41A2F836638D">
    <w:name w:val="DFDF0DA563EE4E3FAFBB41A2F836638D"/>
    <w:rsid w:val="002450A8"/>
  </w:style>
  <w:style w:type="paragraph" w:customStyle="1" w:styleId="0E37945E2751455F937F86B0E056D2F2">
    <w:name w:val="0E37945E2751455F937F86B0E056D2F2"/>
    <w:rsid w:val="002450A8"/>
  </w:style>
  <w:style w:type="paragraph" w:customStyle="1" w:styleId="7C03006BB19A439CAE39F478359EC3AE">
    <w:name w:val="7C03006BB19A439CAE39F478359EC3AE"/>
    <w:rsid w:val="002450A8"/>
  </w:style>
  <w:style w:type="paragraph" w:customStyle="1" w:styleId="29702A461AD04D29B8AB754CCDFDC84E">
    <w:name w:val="29702A461AD04D29B8AB754CCDFDC84E"/>
    <w:rsid w:val="002450A8"/>
  </w:style>
  <w:style w:type="paragraph" w:customStyle="1" w:styleId="D1B2E8CEA4A74583903A98555A713CE4">
    <w:name w:val="D1B2E8CEA4A74583903A98555A713CE4"/>
    <w:rsid w:val="002450A8"/>
  </w:style>
  <w:style w:type="paragraph" w:customStyle="1" w:styleId="2986A86EEC87415ABDDFDC6BE2FD235D">
    <w:name w:val="2986A86EEC87415ABDDFDC6BE2FD235D"/>
    <w:rsid w:val="002450A8"/>
  </w:style>
  <w:style w:type="paragraph" w:customStyle="1" w:styleId="BFAE2B4BF24242B286ACFE024C42970C">
    <w:name w:val="BFAE2B4BF24242B286ACFE024C42970C"/>
    <w:rsid w:val="002450A8"/>
  </w:style>
  <w:style w:type="paragraph" w:customStyle="1" w:styleId="7FEA08C0BD5A4CF1ACA785DB0166978E">
    <w:name w:val="7FEA08C0BD5A4CF1ACA785DB0166978E"/>
    <w:rsid w:val="002450A8"/>
  </w:style>
  <w:style w:type="paragraph" w:customStyle="1" w:styleId="719440240F7A4B6F96B7D9DD815F64D9">
    <w:name w:val="719440240F7A4B6F96B7D9DD815F64D9"/>
    <w:rsid w:val="002450A8"/>
  </w:style>
  <w:style w:type="paragraph" w:customStyle="1" w:styleId="B3D878CB97054851AF5B72329E5C0182">
    <w:name w:val="B3D878CB97054851AF5B72329E5C0182"/>
    <w:rsid w:val="002450A8"/>
  </w:style>
  <w:style w:type="paragraph" w:customStyle="1" w:styleId="140F1F4F42AA4587B6013DF4833F23A1">
    <w:name w:val="140F1F4F42AA4587B6013DF4833F23A1"/>
    <w:rsid w:val="002450A8"/>
  </w:style>
  <w:style w:type="paragraph" w:customStyle="1" w:styleId="805DA9831A2B418ABA16AD33D1F02920">
    <w:name w:val="805DA9831A2B418ABA16AD33D1F02920"/>
    <w:rsid w:val="002450A8"/>
  </w:style>
  <w:style w:type="paragraph" w:customStyle="1" w:styleId="A7E9330A32D4422C881E3A8D762B0B31">
    <w:name w:val="A7E9330A32D4422C881E3A8D762B0B31"/>
    <w:rsid w:val="002450A8"/>
  </w:style>
  <w:style w:type="paragraph" w:customStyle="1" w:styleId="8D0988D4A92A4A3097CCBBD67E255099">
    <w:name w:val="8D0988D4A92A4A3097CCBBD67E255099"/>
    <w:rsid w:val="002450A8"/>
  </w:style>
  <w:style w:type="paragraph" w:customStyle="1" w:styleId="8C788F6F507D4D83BC718D7DABC29948">
    <w:name w:val="8C788F6F507D4D83BC718D7DABC29948"/>
    <w:rsid w:val="002450A8"/>
  </w:style>
  <w:style w:type="paragraph" w:customStyle="1" w:styleId="5FF584066F5F4F90AAA72CE64A87469B">
    <w:name w:val="5FF584066F5F4F90AAA72CE64A87469B"/>
    <w:rsid w:val="002450A8"/>
  </w:style>
  <w:style w:type="paragraph" w:customStyle="1" w:styleId="5EFB8116204D40B7969E1C682C7D6BD1">
    <w:name w:val="5EFB8116204D40B7969E1C682C7D6BD1"/>
    <w:rsid w:val="002450A8"/>
  </w:style>
  <w:style w:type="paragraph" w:customStyle="1" w:styleId="52FDE6A6D0AA4885A11783194E71B368">
    <w:name w:val="52FDE6A6D0AA4885A11783194E71B368"/>
    <w:rsid w:val="002450A8"/>
  </w:style>
  <w:style w:type="paragraph" w:customStyle="1" w:styleId="006FC3B25FCD442C84F9C10D1DFB733B">
    <w:name w:val="006FC3B25FCD442C84F9C10D1DFB733B"/>
    <w:rsid w:val="002450A8"/>
  </w:style>
  <w:style w:type="paragraph" w:customStyle="1" w:styleId="B0E12F8B5BAB42E68F6504FD637AA551">
    <w:name w:val="B0E12F8B5BAB42E68F6504FD637AA551"/>
    <w:rsid w:val="002450A8"/>
  </w:style>
  <w:style w:type="paragraph" w:customStyle="1" w:styleId="DE8BC9535E614A5EBFB9CD5298E1C115">
    <w:name w:val="DE8BC9535E614A5EBFB9CD5298E1C115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BD83AE7999EC4D158BAD9749B1D870F1">
    <w:name w:val="BD83AE7999EC4D158BAD9749B1D870F1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E7B2F2A2E0DF4B4191942103DA2980A1">
    <w:name w:val="E7B2F2A2E0DF4B4191942103DA2980A1"/>
    <w:rsid w:val="002450A8"/>
  </w:style>
  <w:style w:type="paragraph" w:customStyle="1" w:styleId="01D830D3C3604A0B9D4622A9B238A1011">
    <w:name w:val="01D830D3C3604A0B9D4622A9B238A10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1">
    <w:name w:val="5E4CB930CAB544B99C6DA5A6DE116FB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1">
    <w:name w:val="E8814A8204CB4E2B96C63DE241CC1963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1">
    <w:name w:val="F0223890D67348F8B755B163E8331B6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1">
    <w:name w:val="44A40BE0B0BE4E9C80629C011E10C9AF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1">
    <w:name w:val="BDD92709007940F984FD98E15939C866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1">
    <w:name w:val="345634E01B6044FE81FD94811BFA95D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1">
    <w:name w:val="1EC13502801345FE90F79E76AE8A4B0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1">
    <w:name w:val="6ACE2DA58E754C649A53C259DCF7777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1">
    <w:name w:val="A96FE4367636458096E39FE8C4A510C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1">
    <w:name w:val="DFDF0DA563EE4E3FAFBB41A2F836638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1">
    <w:name w:val="0E37945E2751455F937F86B0E056D2F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1">
    <w:name w:val="7C03006BB19A439CAE39F478359EC3A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1">
    <w:name w:val="29702A461AD04D29B8AB754CCDFDC84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1">
    <w:name w:val="D1B2E8CEA4A74583903A98555A713CE4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1">
    <w:name w:val="2986A86EEC87415ABDDFDC6BE2FD235D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1">
    <w:name w:val="BFAE2B4BF24242B286ACFE024C42970C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1">
    <w:name w:val="7FEA08C0BD5A4CF1ACA785DB0166978E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1">
    <w:name w:val="719440240F7A4B6F96B7D9DD815F64D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1">
    <w:name w:val="B3D878CB97054851AF5B72329E5C0182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1">
    <w:name w:val="140F1F4F42AA4587B6013DF4833F23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1">
    <w:name w:val="805DA9831A2B418ABA16AD33D1F02920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1">
    <w:name w:val="A7E9330A32D4422C881E3A8D762B0B3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1">
    <w:name w:val="8D0988D4A92A4A3097CCBBD67E255099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1">
    <w:name w:val="8C788F6F507D4D83BC718D7DABC2994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1">
    <w:name w:val="5FF584066F5F4F90AAA72CE64A87469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1">
    <w:name w:val="5EFB8116204D40B7969E1C682C7D6BD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1">
    <w:name w:val="52FDE6A6D0AA4885A11783194E71B368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1">
    <w:name w:val="006FC3B25FCD442C84F9C10D1DFB733B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1">
    <w:name w:val="DE8BC9535E614A5EBFB9CD5298E1C115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1">
    <w:name w:val="BD83AE7999EC4D158BAD9749B1D870F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1">
    <w:name w:val="E7B2F2A2E0DF4B4191942103DA2980A11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1D830D3C3604A0B9D4622A9B238A1012">
    <w:name w:val="01D830D3C3604A0B9D4622A9B238A10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4CB930CAB544B99C6DA5A6DE116FBF2">
    <w:name w:val="5E4CB930CAB544B99C6DA5A6DE116FB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8814A8204CB4E2B96C63DE241CC19632">
    <w:name w:val="E8814A8204CB4E2B96C63DE241CC1963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F0223890D67348F8B755B163E8331B6C2">
    <w:name w:val="F0223890D67348F8B755B163E8331B6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44A40BE0B0BE4E9C80629C011E10C9AF2">
    <w:name w:val="44A40BE0B0BE4E9C80629C011E10C9AF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D92709007940F984FD98E15939C8662">
    <w:name w:val="BDD92709007940F984FD98E15939C866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345634E01B6044FE81FD94811BFA95D82">
    <w:name w:val="345634E01B6044FE81FD94811BFA95D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EC13502801345FE90F79E76AE8A4B022">
    <w:name w:val="1EC13502801345FE90F79E76AE8A4B0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6ACE2DA58E754C649A53C259DCF7777E2">
    <w:name w:val="6ACE2DA58E754C649A53C259DCF7777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96FE4367636458096E39FE8C4A510CD2">
    <w:name w:val="A96FE4367636458096E39FE8C4A510C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FDF0DA563EE4E3FAFBB41A2F836638D2">
    <w:name w:val="DFDF0DA563EE4E3FAFBB41A2F836638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E37945E2751455F937F86B0E056D2F22">
    <w:name w:val="0E37945E2751455F937F86B0E056D2F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C03006BB19A439CAE39F478359EC3AE2">
    <w:name w:val="7C03006BB19A439CAE39F478359EC3A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702A461AD04D29B8AB754CCDFDC84E2">
    <w:name w:val="29702A461AD04D29B8AB754CCDFDC84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1B2E8CEA4A74583903A98555A713CE42">
    <w:name w:val="D1B2E8CEA4A74583903A98555A713CE4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2986A86EEC87415ABDDFDC6BE2FD235D2">
    <w:name w:val="2986A86EEC87415ABDDFDC6BE2FD235D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FAE2B4BF24242B286ACFE024C42970C2">
    <w:name w:val="BFAE2B4BF24242B286ACFE024C42970C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FEA08C0BD5A4CF1ACA785DB0166978E2">
    <w:name w:val="7FEA08C0BD5A4CF1ACA785DB0166978E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719440240F7A4B6F96B7D9DD815F64D92">
    <w:name w:val="719440240F7A4B6F96B7D9DD815F64D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3D878CB97054851AF5B72329E5C01822">
    <w:name w:val="B3D878CB97054851AF5B72329E5C0182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140F1F4F42AA4587B6013DF4833F23A12">
    <w:name w:val="140F1F4F42AA4587B6013DF4833F23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05DA9831A2B418ABA16AD33D1F029202">
    <w:name w:val="805DA9831A2B418ABA16AD33D1F02920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A7E9330A32D4422C881E3A8D762B0B312">
    <w:name w:val="A7E9330A32D4422C881E3A8D762B0B3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D0988D4A92A4A3097CCBBD67E2550992">
    <w:name w:val="8D0988D4A92A4A3097CCBBD67E255099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8C788F6F507D4D83BC718D7DABC299482">
    <w:name w:val="8C788F6F507D4D83BC718D7DABC2994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FF584066F5F4F90AAA72CE64A87469B2">
    <w:name w:val="5FF584066F5F4F90AAA72CE64A87469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EFB8116204D40B7969E1C682C7D6BD12">
    <w:name w:val="5EFB8116204D40B7969E1C682C7D6BD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52FDE6A6D0AA4885A11783194E71B3682">
    <w:name w:val="52FDE6A6D0AA4885A11783194E71B368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006FC3B25FCD442C84F9C10D1DFB733B2">
    <w:name w:val="006FC3B25FCD442C84F9C10D1DFB733B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37F7A8-81CE-4C9D-B5E0-A52251C397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75</TotalTime>
  <Pages>15</Pages>
  <Words>3750</Words>
  <Characters>22128</Characters>
  <Application>Microsoft Office Word</Application>
  <DocSecurity>0</DocSecurity>
  <Lines>184</Lines>
  <Paragraphs>51</Paragraphs>
  <ScaleCrop>false</ScaleCrop>
  <Company>SŽDC s.o.</Company>
  <LinksUpToDate>false</LinksUpToDate>
  <CharactersWithSpaces>25827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Malý Jiří, Bc.</cp:lastModifiedBy>
  <cp:revision>75</cp:revision>
  <cp:lastPrinted>2019-03-07T14:42:00Z</cp:lastPrinted>
  <dcterms:created xsi:type="dcterms:W3CDTF">2025-08-26T09:04:00Z</dcterms:created>
  <dcterms:modified xsi:type="dcterms:W3CDTF">2025-10-02T10:52:00Z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